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86C98" w14:textId="77777777" w:rsidR="006E5D65" w:rsidRPr="00A40C9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40C9B">
        <w:rPr>
          <w:rFonts w:ascii="Corbel" w:hAnsi="Corbel"/>
          <w:b/>
          <w:bCs/>
          <w:sz w:val="24"/>
          <w:szCs w:val="24"/>
        </w:rPr>
        <w:tab/>
      </w:r>
      <w:r w:rsidRPr="00A40C9B">
        <w:rPr>
          <w:rFonts w:ascii="Corbel" w:hAnsi="Corbel"/>
          <w:b/>
          <w:bCs/>
          <w:sz w:val="24"/>
          <w:szCs w:val="24"/>
        </w:rPr>
        <w:tab/>
      </w:r>
      <w:r w:rsidRPr="00A40C9B">
        <w:rPr>
          <w:rFonts w:ascii="Corbel" w:hAnsi="Corbel"/>
          <w:b/>
          <w:bCs/>
          <w:sz w:val="24"/>
          <w:szCs w:val="24"/>
        </w:rPr>
        <w:tab/>
      </w:r>
      <w:r w:rsidRPr="00A40C9B">
        <w:rPr>
          <w:rFonts w:ascii="Corbel" w:hAnsi="Corbel"/>
          <w:b/>
          <w:bCs/>
          <w:sz w:val="24"/>
          <w:szCs w:val="24"/>
        </w:rPr>
        <w:tab/>
      </w:r>
      <w:r w:rsidRPr="00A40C9B">
        <w:rPr>
          <w:rFonts w:ascii="Corbel" w:hAnsi="Corbel"/>
          <w:b/>
          <w:bCs/>
          <w:sz w:val="24"/>
          <w:szCs w:val="24"/>
        </w:rPr>
        <w:tab/>
      </w:r>
      <w:r w:rsidRPr="00A40C9B">
        <w:rPr>
          <w:rFonts w:ascii="Corbel" w:hAnsi="Corbel"/>
          <w:b/>
          <w:bCs/>
          <w:sz w:val="24"/>
          <w:szCs w:val="24"/>
        </w:rPr>
        <w:tab/>
      </w:r>
      <w:r w:rsidR="00D8678B" w:rsidRPr="00A40C9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40C9B">
        <w:rPr>
          <w:rFonts w:ascii="Corbel" w:hAnsi="Corbel"/>
          <w:bCs/>
          <w:i/>
          <w:sz w:val="24"/>
          <w:szCs w:val="24"/>
        </w:rPr>
        <w:t>1.5</w:t>
      </w:r>
      <w:r w:rsidR="00D8678B" w:rsidRPr="00A40C9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40C9B">
        <w:rPr>
          <w:rFonts w:ascii="Corbel" w:hAnsi="Corbel"/>
          <w:bCs/>
          <w:i/>
          <w:sz w:val="24"/>
          <w:szCs w:val="24"/>
        </w:rPr>
        <w:t xml:space="preserve"> Rektora UR </w:t>
      </w:r>
      <w:r w:rsidRPr="00A40C9B">
        <w:rPr>
          <w:rFonts w:ascii="Corbel" w:hAnsi="Corbel"/>
          <w:bCs/>
          <w:i/>
          <w:sz w:val="24"/>
          <w:szCs w:val="24"/>
        </w:rPr>
        <w:t xml:space="preserve"> nr </w:t>
      </w:r>
      <w:r w:rsidR="00A40C9B" w:rsidRPr="00A40C9B">
        <w:rPr>
          <w:rFonts w:ascii="Corbel" w:hAnsi="Corbel"/>
          <w:bCs/>
          <w:i/>
          <w:sz w:val="24"/>
          <w:szCs w:val="24"/>
        </w:rPr>
        <w:t>7/2023</w:t>
      </w:r>
    </w:p>
    <w:p w14:paraId="42A3B1CD" w14:textId="77777777" w:rsidR="00D4152F" w:rsidRDefault="00D4152F" w:rsidP="00724B3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BCAB4E6" w14:textId="502BFD5D" w:rsidR="0085747A" w:rsidRPr="00A40C9B" w:rsidRDefault="0085747A" w:rsidP="00724B3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0C9B">
        <w:rPr>
          <w:rFonts w:ascii="Corbel" w:hAnsi="Corbel"/>
          <w:b/>
          <w:smallCaps/>
          <w:sz w:val="24"/>
          <w:szCs w:val="24"/>
        </w:rPr>
        <w:t>SYLABUS</w:t>
      </w:r>
    </w:p>
    <w:p w14:paraId="1A8A9F71" w14:textId="77777777" w:rsidR="0085747A" w:rsidRPr="00A40C9B" w:rsidRDefault="0071620A" w:rsidP="00724B3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0C9B">
        <w:rPr>
          <w:rFonts w:ascii="Corbel" w:hAnsi="Corbel"/>
          <w:b/>
          <w:smallCaps/>
          <w:sz w:val="24"/>
          <w:szCs w:val="24"/>
        </w:rPr>
        <w:t>dotyczy cyklu kształcenia</w:t>
      </w:r>
      <w:r w:rsidR="00A40C9B" w:rsidRPr="00A40C9B">
        <w:rPr>
          <w:rFonts w:ascii="Corbel" w:hAnsi="Corbel"/>
          <w:b/>
          <w:smallCaps/>
          <w:sz w:val="24"/>
          <w:szCs w:val="24"/>
        </w:rPr>
        <w:t xml:space="preserve"> </w:t>
      </w:r>
      <w:r w:rsidR="00912BE1" w:rsidRPr="00A40C9B">
        <w:rPr>
          <w:rFonts w:ascii="Corbel" w:hAnsi="Corbel"/>
          <w:b/>
          <w:smallCaps/>
          <w:sz w:val="24"/>
          <w:szCs w:val="24"/>
        </w:rPr>
        <w:t>202</w:t>
      </w:r>
      <w:r w:rsidR="00A40C9B" w:rsidRPr="00A40C9B">
        <w:rPr>
          <w:rFonts w:ascii="Corbel" w:hAnsi="Corbel"/>
          <w:b/>
          <w:smallCaps/>
          <w:sz w:val="24"/>
          <w:szCs w:val="24"/>
        </w:rPr>
        <w:t>4</w:t>
      </w:r>
      <w:r w:rsidR="00912BE1" w:rsidRPr="00A40C9B">
        <w:rPr>
          <w:rFonts w:ascii="Corbel" w:hAnsi="Corbel"/>
          <w:b/>
          <w:smallCaps/>
          <w:sz w:val="24"/>
          <w:szCs w:val="24"/>
        </w:rPr>
        <w:t>-202</w:t>
      </w:r>
      <w:r w:rsidR="00A40C9B" w:rsidRPr="00A40C9B">
        <w:rPr>
          <w:rFonts w:ascii="Corbel" w:hAnsi="Corbel"/>
          <w:b/>
          <w:smallCaps/>
          <w:sz w:val="24"/>
          <w:szCs w:val="24"/>
        </w:rPr>
        <w:t>9</w:t>
      </w:r>
    </w:p>
    <w:p w14:paraId="2D6C5836" w14:textId="77777777" w:rsidR="009A11C8" w:rsidRPr="00A40C9B" w:rsidRDefault="009A11C8" w:rsidP="00D4152F">
      <w:pPr>
        <w:spacing w:after="0" w:line="240" w:lineRule="exact"/>
        <w:rPr>
          <w:rFonts w:ascii="Corbel" w:hAnsi="Corbel"/>
          <w:sz w:val="24"/>
          <w:szCs w:val="24"/>
        </w:rPr>
      </w:pPr>
    </w:p>
    <w:p w14:paraId="3080E32A" w14:textId="77777777" w:rsidR="00445970" w:rsidRPr="00A40C9B" w:rsidRDefault="00445970" w:rsidP="00724B3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0C9B">
        <w:rPr>
          <w:rFonts w:ascii="Corbel" w:hAnsi="Corbel"/>
          <w:sz w:val="24"/>
          <w:szCs w:val="24"/>
        </w:rPr>
        <w:t xml:space="preserve">Rok akademicki   </w:t>
      </w:r>
      <w:r w:rsidR="00912BE1" w:rsidRPr="00A40C9B">
        <w:rPr>
          <w:rFonts w:ascii="Corbel" w:hAnsi="Corbel"/>
          <w:sz w:val="24"/>
          <w:szCs w:val="24"/>
        </w:rPr>
        <w:t>20</w:t>
      </w:r>
      <w:r w:rsidR="008E1A51" w:rsidRPr="00A40C9B">
        <w:rPr>
          <w:rFonts w:ascii="Corbel" w:hAnsi="Corbel"/>
          <w:sz w:val="24"/>
          <w:szCs w:val="24"/>
        </w:rPr>
        <w:t>2</w:t>
      </w:r>
      <w:r w:rsidR="00444E7E">
        <w:rPr>
          <w:rFonts w:ascii="Corbel" w:hAnsi="Corbel"/>
          <w:sz w:val="24"/>
          <w:szCs w:val="24"/>
        </w:rPr>
        <w:t>7</w:t>
      </w:r>
      <w:r w:rsidR="00912BE1" w:rsidRPr="00A40C9B">
        <w:rPr>
          <w:rFonts w:ascii="Corbel" w:hAnsi="Corbel"/>
          <w:sz w:val="24"/>
          <w:szCs w:val="24"/>
        </w:rPr>
        <w:t>/202</w:t>
      </w:r>
      <w:r w:rsidR="00444E7E">
        <w:rPr>
          <w:rFonts w:ascii="Corbel" w:hAnsi="Corbel"/>
          <w:sz w:val="24"/>
          <w:szCs w:val="24"/>
        </w:rPr>
        <w:t>8</w:t>
      </w:r>
    </w:p>
    <w:p w14:paraId="5B978A0A" w14:textId="77777777" w:rsidR="0085747A" w:rsidRPr="00A40C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977BEB" w14:textId="77777777" w:rsidR="0085747A" w:rsidRPr="00A40C9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0C9B">
        <w:rPr>
          <w:rFonts w:ascii="Corbel" w:hAnsi="Corbel"/>
          <w:szCs w:val="24"/>
        </w:rPr>
        <w:t xml:space="preserve">1. </w:t>
      </w:r>
      <w:r w:rsidR="0085747A" w:rsidRPr="00A40C9B">
        <w:rPr>
          <w:rFonts w:ascii="Corbel" w:hAnsi="Corbel"/>
          <w:szCs w:val="24"/>
        </w:rPr>
        <w:t xml:space="preserve">Podstawowe </w:t>
      </w:r>
      <w:r w:rsidR="00445970" w:rsidRPr="00A40C9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40C9B" w14:paraId="111E0E2F" w14:textId="77777777" w:rsidTr="003B3405">
        <w:tc>
          <w:tcPr>
            <w:tcW w:w="2694" w:type="dxa"/>
            <w:vAlign w:val="center"/>
          </w:tcPr>
          <w:p w14:paraId="5179E1DA" w14:textId="77777777" w:rsidR="0085747A" w:rsidRPr="00A40C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DA4F39" w14:textId="77777777" w:rsidR="0085747A" w:rsidRPr="00A40C9B" w:rsidRDefault="00A032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40C9B">
              <w:rPr>
                <w:rFonts w:ascii="Corbel" w:hAnsi="Corbel"/>
                <w:bCs/>
                <w:sz w:val="24"/>
                <w:szCs w:val="24"/>
              </w:rPr>
              <w:t>Psychologia uczenia się i nauczania</w:t>
            </w:r>
          </w:p>
        </w:tc>
      </w:tr>
      <w:tr w:rsidR="0085747A" w:rsidRPr="00A40C9B" w14:paraId="0A49E7FE" w14:textId="77777777" w:rsidTr="003B3405">
        <w:tc>
          <w:tcPr>
            <w:tcW w:w="2694" w:type="dxa"/>
            <w:vAlign w:val="center"/>
          </w:tcPr>
          <w:p w14:paraId="4912D7B2" w14:textId="77777777" w:rsidR="0085747A" w:rsidRPr="00A40C9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40C9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E9B176" w14:textId="77777777" w:rsidR="0085747A" w:rsidRPr="00A40C9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40C9B" w14:paraId="6BC5AB80" w14:textId="77777777" w:rsidTr="003B3405">
        <w:tc>
          <w:tcPr>
            <w:tcW w:w="2694" w:type="dxa"/>
            <w:vAlign w:val="center"/>
          </w:tcPr>
          <w:p w14:paraId="5055B2F2" w14:textId="77777777" w:rsidR="0085747A" w:rsidRPr="00A40C9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40C9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BEC62F" w14:textId="77777777" w:rsidR="0085747A" w:rsidRPr="00A40C9B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40C9B" w14:paraId="0957B7B0" w14:textId="77777777" w:rsidTr="003B3405">
        <w:tc>
          <w:tcPr>
            <w:tcW w:w="2694" w:type="dxa"/>
            <w:vAlign w:val="center"/>
          </w:tcPr>
          <w:p w14:paraId="195130B6" w14:textId="77777777" w:rsidR="0085747A" w:rsidRPr="00A40C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C66D30" w14:textId="77777777" w:rsidR="0085747A" w:rsidRPr="00A40C9B" w:rsidRDefault="006B6D9B" w:rsidP="001235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1235B9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A40C9B" w14:paraId="0DF50D82" w14:textId="77777777" w:rsidTr="003B3405">
        <w:tc>
          <w:tcPr>
            <w:tcW w:w="2694" w:type="dxa"/>
            <w:vAlign w:val="center"/>
          </w:tcPr>
          <w:p w14:paraId="052E87F9" w14:textId="77777777" w:rsidR="0085747A" w:rsidRPr="00A40C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23154D" w14:textId="77777777" w:rsidR="0085747A" w:rsidRPr="00A40C9B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032EB" w:rsidRPr="00A40C9B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A40C9B" w14:paraId="3DBD2B2F" w14:textId="77777777" w:rsidTr="003B3405">
        <w:tc>
          <w:tcPr>
            <w:tcW w:w="2694" w:type="dxa"/>
            <w:vAlign w:val="center"/>
          </w:tcPr>
          <w:p w14:paraId="0D13E23C" w14:textId="77777777" w:rsidR="0085747A" w:rsidRPr="00A40C9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EDADF81" w14:textId="77777777" w:rsidR="0085747A" w:rsidRPr="00A40C9B" w:rsidRDefault="009A11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032EB" w:rsidRPr="00A40C9B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6E29D0" w:rsidRPr="00A40C9B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A032EB" w:rsidRPr="00A40C9B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A40C9B" w14:paraId="2220927A" w14:textId="77777777" w:rsidTr="003B3405">
        <w:tc>
          <w:tcPr>
            <w:tcW w:w="2694" w:type="dxa"/>
            <w:vAlign w:val="center"/>
          </w:tcPr>
          <w:p w14:paraId="1D2E8351" w14:textId="77777777" w:rsidR="0085747A" w:rsidRPr="00A40C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707AB7" w14:textId="77777777" w:rsidR="0085747A" w:rsidRPr="00A40C9B" w:rsidRDefault="00A40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7523D" w:rsidRPr="00A40C9B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A40C9B" w14:paraId="5A25D562" w14:textId="77777777" w:rsidTr="003B3405">
        <w:tc>
          <w:tcPr>
            <w:tcW w:w="2694" w:type="dxa"/>
            <w:vAlign w:val="center"/>
          </w:tcPr>
          <w:p w14:paraId="56A01D8C" w14:textId="77777777" w:rsidR="0085747A" w:rsidRPr="00A40C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9A6BC9" w14:textId="77777777" w:rsidR="0085747A" w:rsidRPr="00A40C9B" w:rsidRDefault="00A40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A4EBE" w:rsidRPr="00A40C9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1D2AA0" w:rsidRPr="00A40C9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A40C9B" w14:paraId="770BFC34" w14:textId="77777777" w:rsidTr="003B3405">
        <w:tc>
          <w:tcPr>
            <w:tcW w:w="2694" w:type="dxa"/>
            <w:vAlign w:val="center"/>
          </w:tcPr>
          <w:p w14:paraId="787808DC" w14:textId="77777777" w:rsidR="0085747A" w:rsidRPr="00A40C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40C9B">
              <w:rPr>
                <w:rFonts w:ascii="Corbel" w:hAnsi="Corbel"/>
                <w:sz w:val="24"/>
                <w:szCs w:val="24"/>
              </w:rPr>
              <w:t>/y</w:t>
            </w:r>
            <w:r w:rsidRPr="00A40C9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FF8CE38" w14:textId="77777777" w:rsidR="0085747A" w:rsidRPr="00A40C9B" w:rsidRDefault="004E18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5152B" w:rsidRPr="00A40C9B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A032EB" w:rsidRPr="00A40C9B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5152B" w:rsidRPr="00A40C9B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9A11C8" w:rsidRPr="00A40C9B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A40C9B" w14:paraId="508CD760" w14:textId="77777777" w:rsidTr="003B3405">
        <w:tc>
          <w:tcPr>
            <w:tcW w:w="2694" w:type="dxa"/>
            <w:vAlign w:val="center"/>
          </w:tcPr>
          <w:p w14:paraId="21D74A22" w14:textId="77777777" w:rsidR="0085747A" w:rsidRPr="00A40C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43BBEA" w14:textId="77777777" w:rsidR="0085747A" w:rsidRPr="00A40C9B" w:rsidRDefault="00A40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E189B" w:rsidRPr="00A40C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A40C9B" w14:paraId="4023AE26" w14:textId="77777777" w:rsidTr="003B3405">
        <w:tc>
          <w:tcPr>
            <w:tcW w:w="2694" w:type="dxa"/>
            <w:vAlign w:val="center"/>
          </w:tcPr>
          <w:p w14:paraId="462F4FC6" w14:textId="77777777" w:rsidR="00923D7D" w:rsidRPr="00A40C9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1426DD" w14:textId="77777777" w:rsidR="00923D7D" w:rsidRPr="00A40C9B" w:rsidRDefault="00A40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A4EBE" w:rsidRPr="00A40C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40C9B" w14:paraId="36A4D957" w14:textId="77777777" w:rsidTr="003B3405">
        <w:tc>
          <w:tcPr>
            <w:tcW w:w="2694" w:type="dxa"/>
            <w:vAlign w:val="center"/>
          </w:tcPr>
          <w:p w14:paraId="33DCB4AF" w14:textId="77777777" w:rsidR="0085747A" w:rsidRPr="00A40C9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0C5EFD" w14:textId="77777777" w:rsidR="0085747A" w:rsidRPr="00A40C9B" w:rsidRDefault="006E6FAD" w:rsidP="00CC4C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 w:rsidRPr="00A40C9B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C4C11" w:rsidRPr="00A40C9B">
              <w:rPr>
                <w:rFonts w:ascii="Corbel" w:hAnsi="Corbel"/>
                <w:b w:val="0"/>
                <w:sz w:val="24"/>
                <w:szCs w:val="24"/>
              </w:rPr>
              <w:t>Katarzyna Tomaszek</w:t>
            </w:r>
          </w:p>
        </w:tc>
      </w:tr>
      <w:tr w:rsidR="003B3405" w:rsidRPr="00A40C9B" w14:paraId="14FB3019" w14:textId="77777777" w:rsidTr="003B3405">
        <w:tc>
          <w:tcPr>
            <w:tcW w:w="2694" w:type="dxa"/>
            <w:vAlign w:val="center"/>
          </w:tcPr>
          <w:p w14:paraId="6D32B8BE" w14:textId="77777777" w:rsidR="003B3405" w:rsidRPr="00A40C9B" w:rsidRDefault="003B3405" w:rsidP="003B340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E63E91" w14:textId="77777777" w:rsidR="003B3405" w:rsidRPr="00A40C9B" w:rsidRDefault="003B3405" w:rsidP="00685E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85E81" w:rsidRPr="00A40C9B">
              <w:rPr>
                <w:rFonts w:ascii="Corbel" w:hAnsi="Corbel"/>
                <w:b w:val="0"/>
                <w:sz w:val="24"/>
                <w:szCs w:val="24"/>
              </w:rPr>
              <w:t>Katarzyna Tomaszek</w:t>
            </w:r>
          </w:p>
        </w:tc>
      </w:tr>
    </w:tbl>
    <w:p w14:paraId="0370E662" w14:textId="77777777" w:rsidR="00923D7D" w:rsidRPr="00A40C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D42F307" w14:textId="77777777" w:rsidR="0085747A" w:rsidRPr="00A40C9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40C9B">
        <w:rPr>
          <w:rFonts w:ascii="Corbel" w:hAnsi="Corbel"/>
          <w:sz w:val="24"/>
          <w:szCs w:val="24"/>
        </w:rPr>
        <w:t>1.</w:t>
      </w:r>
      <w:r w:rsidR="00E22FBC" w:rsidRPr="00A40C9B">
        <w:rPr>
          <w:rFonts w:ascii="Corbel" w:hAnsi="Corbel"/>
          <w:sz w:val="24"/>
          <w:szCs w:val="24"/>
        </w:rPr>
        <w:t>1</w:t>
      </w:r>
      <w:r w:rsidRPr="00A40C9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721A94" w14:textId="77777777" w:rsidR="00923D7D" w:rsidRPr="00A40C9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40C9B" w14:paraId="20E9C2EE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5ABC" w14:textId="77777777" w:rsidR="00015B8F" w:rsidRPr="00A40C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0C9B">
              <w:rPr>
                <w:rFonts w:ascii="Corbel" w:hAnsi="Corbel"/>
                <w:szCs w:val="24"/>
              </w:rPr>
              <w:t>Semestr</w:t>
            </w:r>
          </w:p>
          <w:p w14:paraId="2E0FB644" w14:textId="77777777" w:rsidR="00015B8F" w:rsidRPr="00A40C9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0C9B">
              <w:rPr>
                <w:rFonts w:ascii="Corbel" w:hAnsi="Corbel"/>
                <w:szCs w:val="24"/>
              </w:rPr>
              <w:t>(</w:t>
            </w:r>
            <w:r w:rsidR="00363F78" w:rsidRPr="00A40C9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00B9F" w14:textId="77777777" w:rsidR="00015B8F" w:rsidRPr="00A40C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0C9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AA016" w14:textId="77777777" w:rsidR="00015B8F" w:rsidRPr="00A40C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0C9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C5738" w14:textId="77777777" w:rsidR="00015B8F" w:rsidRPr="00A40C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0C9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B00C" w14:textId="77777777" w:rsidR="00015B8F" w:rsidRPr="00A40C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0C9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98C0" w14:textId="77777777" w:rsidR="00015B8F" w:rsidRPr="00A40C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0C9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AFCD" w14:textId="77777777" w:rsidR="00015B8F" w:rsidRPr="00A40C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0C9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53233" w14:textId="77777777" w:rsidR="00015B8F" w:rsidRPr="00A40C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0C9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A992" w14:textId="77777777" w:rsidR="00015B8F" w:rsidRPr="00A40C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0C9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CEDC0" w14:textId="77777777" w:rsidR="00015B8F" w:rsidRPr="00A40C9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0C9B">
              <w:rPr>
                <w:rFonts w:ascii="Corbel" w:hAnsi="Corbel"/>
                <w:b/>
                <w:szCs w:val="24"/>
              </w:rPr>
              <w:t>Liczba pkt</w:t>
            </w:r>
            <w:r w:rsidR="00B90885" w:rsidRPr="00A40C9B">
              <w:rPr>
                <w:rFonts w:ascii="Corbel" w:hAnsi="Corbel"/>
                <w:b/>
                <w:szCs w:val="24"/>
              </w:rPr>
              <w:t>.</w:t>
            </w:r>
            <w:r w:rsidRPr="00A40C9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40C9B" w14:paraId="10DA9BF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F8AE" w14:textId="77777777" w:rsidR="00015B8F" w:rsidRPr="00A40C9B" w:rsidRDefault="00D9410E" w:rsidP="00D941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0B58" w14:textId="77777777" w:rsidR="00015B8F" w:rsidRPr="00A40C9B" w:rsidRDefault="00210702" w:rsidP="00D941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0A89" w14:textId="77777777" w:rsidR="00015B8F" w:rsidRPr="00A40C9B" w:rsidRDefault="00A40C9B" w:rsidP="00D941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DBE6" w14:textId="77777777" w:rsidR="00015B8F" w:rsidRPr="00A40C9B" w:rsidRDefault="00D9410E" w:rsidP="00D941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CDE3" w14:textId="77777777" w:rsidR="00015B8F" w:rsidRPr="00A40C9B" w:rsidRDefault="00D9410E" w:rsidP="00D941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544E" w14:textId="77777777" w:rsidR="00015B8F" w:rsidRPr="00A40C9B" w:rsidRDefault="00D9410E" w:rsidP="00D941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222F" w14:textId="77777777" w:rsidR="00015B8F" w:rsidRPr="00A40C9B" w:rsidRDefault="00D9410E" w:rsidP="00D941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237D" w14:textId="77777777" w:rsidR="00015B8F" w:rsidRPr="00A40C9B" w:rsidRDefault="00D9410E" w:rsidP="00D941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5803" w14:textId="77777777" w:rsidR="00015B8F" w:rsidRPr="00A40C9B" w:rsidRDefault="00D9410E" w:rsidP="00D941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509E" w14:textId="77777777" w:rsidR="00015B8F" w:rsidRPr="00A40C9B" w:rsidRDefault="00210702" w:rsidP="00D941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D9DE8B0" w14:textId="77777777" w:rsidR="00923D7D" w:rsidRPr="00A40C9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F463E2" w14:textId="77777777" w:rsidR="00923D7D" w:rsidRPr="00A40C9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89491" w14:textId="77777777" w:rsidR="0085747A" w:rsidRPr="00A40C9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0C9B">
        <w:rPr>
          <w:rFonts w:ascii="Corbel" w:hAnsi="Corbel"/>
          <w:smallCaps w:val="0"/>
          <w:szCs w:val="24"/>
        </w:rPr>
        <w:t>1.</w:t>
      </w:r>
      <w:r w:rsidR="00E22FBC" w:rsidRPr="00A40C9B">
        <w:rPr>
          <w:rFonts w:ascii="Corbel" w:hAnsi="Corbel"/>
          <w:smallCaps w:val="0"/>
          <w:szCs w:val="24"/>
        </w:rPr>
        <w:t>2</w:t>
      </w:r>
      <w:r w:rsidR="00F83B28" w:rsidRPr="00A40C9B">
        <w:rPr>
          <w:rFonts w:ascii="Corbel" w:hAnsi="Corbel"/>
          <w:smallCaps w:val="0"/>
          <w:szCs w:val="24"/>
        </w:rPr>
        <w:t>.</w:t>
      </w:r>
      <w:r w:rsidR="00F83B28" w:rsidRPr="00A40C9B">
        <w:rPr>
          <w:rFonts w:ascii="Corbel" w:hAnsi="Corbel"/>
          <w:smallCaps w:val="0"/>
          <w:szCs w:val="24"/>
        </w:rPr>
        <w:tab/>
      </w:r>
      <w:r w:rsidRPr="00A40C9B">
        <w:rPr>
          <w:rFonts w:ascii="Corbel" w:hAnsi="Corbel"/>
          <w:smallCaps w:val="0"/>
          <w:szCs w:val="24"/>
        </w:rPr>
        <w:t xml:space="preserve">Sposób realizacji zajęć  </w:t>
      </w:r>
    </w:p>
    <w:p w14:paraId="355852BF" w14:textId="77777777" w:rsidR="0085747A" w:rsidRPr="00A40C9B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40C9B">
        <w:rPr>
          <w:rFonts w:ascii="Corbel" w:eastAsia="MS Gothic" w:hAnsi="Corbel"/>
          <w:b w:val="0"/>
          <w:szCs w:val="24"/>
          <w:u w:val="single"/>
        </w:rPr>
        <w:t xml:space="preserve">X </w:t>
      </w:r>
      <w:r w:rsidR="0085747A" w:rsidRPr="00A40C9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86B3B96" w14:textId="77777777" w:rsidR="0085747A" w:rsidRPr="00A40C9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0C9B">
        <w:rPr>
          <w:rFonts w:ascii="Corbel" w:eastAsia="MS Gothic" w:hAnsi="Segoe UI Symbol" w:cs="Segoe UI Symbol"/>
          <w:b w:val="0"/>
          <w:szCs w:val="24"/>
        </w:rPr>
        <w:t>☐</w:t>
      </w:r>
      <w:r w:rsidRPr="00A40C9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D9A6EE" w14:textId="77777777" w:rsidR="0085747A" w:rsidRPr="00A40C9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E5F692" w14:textId="77777777" w:rsidR="009C54AE" w:rsidRPr="00A40C9B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40C9B">
        <w:rPr>
          <w:rFonts w:ascii="Corbel" w:hAnsi="Corbel"/>
          <w:smallCaps w:val="0"/>
          <w:szCs w:val="24"/>
        </w:rPr>
        <w:t xml:space="preserve">1.3 </w:t>
      </w:r>
      <w:r w:rsidR="00F83B28" w:rsidRPr="00A40C9B">
        <w:rPr>
          <w:rFonts w:ascii="Corbel" w:hAnsi="Corbel"/>
          <w:smallCaps w:val="0"/>
          <w:szCs w:val="24"/>
        </w:rPr>
        <w:tab/>
      </w:r>
      <w:r w:rsidRPr="00A40C9B">
        <w:rPr>
          <w:rFonts w:ascii="Corbel" w:hAnsi="Corbel"/>
          <w:smallCaps w:val="0"/>
          <w:szCs w:val="24"/>
        </w:rPr>
        <w:t>For</w:t>
      </w:r>
      <w:r w:rsidR="00445970" w:rsidRPr="00A40C9B">
        <w:rPr>
          <w:rFonts w:ascii="Corbel" w:hAnsi="Corbel"/>
          <w:smallCaps w:val="0"/>
          <w:szCs w:val="24"/>
        </w:rPr>
        <w:t xml:space="preserve">ma zaliczenia przedmiotu </w:t>
      </w:r>
      <w:r w:rsidRPr="00A40C9B">
        <w:rPr>
          <w:rFonts w:ascii="Corbel" w:hAnsi="Corbel"/>
          <w:smallCaps w:val="0"/>
          <w:szCs w:val="24"/>
        </w:rPr>
        <w:t xml:space="preserve"> (z toku)</w:t>
      </w:r>
      <w:r w:rsidR="001D2AA0" w:rsidRPr="00A40C9B">
        <w:rPr>
          <w:rFonts w:ascii="Corbel" w:hAnsi="Corbel"/>
          <w:smallCaps w:val="0"/>
          <w:szCs w:val="24"/>
        </w:rPr>
        <w:t xml:space="preserve">: </w:t>
      </w:r>
      <w:r w:rsidR="00E5152B" w:rsidRPr="00A40C9B">
        <w:rPr>
          <w:rFonts w:ascii="Corbel" w:hAnsi="Corbel"/>
          <w:b w:val="0"/>
          <w:szCs w:val="24"/>
        </w:rPr>
        <w:t>egzamin</w:t>
      </w:r>
    </w:p>
    <w:p w14:paraId="6D30E70C" w14:textId="77777777" w:rsidR="00E960BB" w:rsidRPr="00A40C9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1CB76A" w14:textId="77777777" w:rsidR="00E960BB" w:rsidRPr="00A40C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0C9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40C9B" w14:paraId="4FCC0906" w14:textId="77777777" w:rsidTr="00745302">
        <w:tc>
          <w:tcPr>
            <w:tcW w:w="9670" w:type="dxa"/>
          </w:tcPr>
          <w:p w14:paraId="50B52151" w14:textId="1CE8D739" w:rsidR="0085747A" w:rsidRPr="00A40C9B" w:rsidRDefault="000047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CB386F" w:rsidRPr="00A40C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</w:t>
            </w:r>
            <w:r w:rsidR="00D415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1831AE5" w14:textId="77777777" w:rsidR="00087E43" w:rsidRPr="00A40C9B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ABBCB9" w14:textId="77777777" w:rsidR="00153C41" w:rsidRPr="00A40C9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3F6E0" w14:textId="77777777" w:rsidR="0085747A" w:rsidRPr="00A40C9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40C9B">
        <w:rPr>
          <w:rFonts w:ascii="Corbel" w:hAnsi="Corbel"/>
          <w:szCs w:val="24"/>
        </w:rPr>
        <w:t>3.</w:t>
      </w:r>
      <w:r w:rsidR="00A84C85" w:rsidRPr="00A40C9B">
        <w:rPr>
          <w:rFonts w:ascii="Corbel" w:hAnsi="Corbel"/>
          <w:szCs w:val="24"/>
        </w:rPr>
        <w:t>cele, efekty uczenia się</w:t>
      </w:r>
      <w:r w:rsidR="0085747A" w:rsidRPr="00A40C9B">
        <w:rPr>
          <w:rFonts w:ascii="Corbel" w:hAnsi="Corbel"/>
          <w:szCs w:val="24"/>
        </w:rPr>
        <w:t xml:space="preserve"> , treści Programowe i stosowane metody Dydaktyczne</w:t>
      </w:r>
    </w:p>
    <w:p w14:paraId="3BD2B7FB" w14:textId="77777777" w:rsidR="0085747A" w:rsidRPr="00A40C9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E8F266" w14:textId="77777777" w:rsidR="0085747A" w:rsidRPr="00A40C9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40C9B">
        <w:rPr>
          <w:rFonts w:ascii="Corbel" w:hAnsi="Corbel"/>
          <w:sz w:val="24"/>
          <w:szCs w:val="24"/>
        </w:rPr>
        <w:t xml:space="preserve">3.1 </w:t>
      </w:r>
      <w:r w:rsidR="00C05F44" w:rsidRPr="00A40C9B">
        <w:rPr>
          <w:rFonts w:ascii="Corbel" w:hAnsi="Corbel"/>
          <w:sz w:val="24"/>
          <w:szCs w:val="24"/>
        </w:rPr>
        <w:t>Cele przedmiotu</w:t>
      </w:r>
    </w:p>
    <w:p w14:paraId="0CA80135" w14:textId="77777777" w:rsidR="00F83B28" w:rsidRPr="00A40C9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A40C9B" w14:paraId="39C68471" w14:textId="77777777" w:rsidTr="009A623D">
        <w:tc>
          <w:tcPr>
            <w:tcW w:w="845" w:type="dxa"/>
            <w:vAlign w:val="center"/>
          </w:tcPr>
          <w:p w14:paraId="2443130A" w14:textId="77777777" w:rsidR="009A623D" w:rsidRPr="00A40C9B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3C3E36BB" w14:textId="2B955FB4" w:rsidR="009A623D" w:rsidRPr="00A40C9B" w:rsidRDefault="004B3165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9A623D" w:rsidRPr="00A40C9B">
              <w:rPr>
                <w:rFonts w:ascii="Corbel" w:hAnsi="Corbel"/>
                <w:b w:val="0"/>
                <w:bCs/>
                <w:sz w:val="24"/>
                <w:szCs w:val="24"/>
              </w:rPr>
              <w:t>rzybliżenie s</w:t>
            </w:r>
            <w:r w:rsidRPr="00A40C9B">
              <w:rPr>
                <w:rFonts w:ascii="Corbel" w:hAnsi="Corbel"/>
                <w:b w:val="0"/>
                <w:bCs/>
                <w:sz w:val="24"/>
                <w:szCs w:val="24"/>
              </w:rPr>
              <w:t>łuchaczom problematyki i</w:t>
            </w:r>
            <w:r w:rsidR="009A623D" w:rsidRPr="00A40C9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zadań psychologii </w:t>
            </w:r>
            <w:r w:rsidRPr="00A40C9B">
              <w:rPr>
                <w:rFonts w:ascii="Corbel" w:hAnsi="Corbel"/>
                <w:b w:val="0"/>
                <w:bCs/>
                <w:sz w:val="24"/>
                <w:szCs w:val="24"/>
              </w:rPr>
              <w:t>uczenia się i nauczania</w:t>
            </w:r>
            <w:r w:rsidR="00D4152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A40C9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9A623D" w:rsidRPr="00A40C9B" w14:paraId="210A4284" w14:textId="77777777" w:rsidTr="009A623D">
        <w:tc>
          <w:tcPr>
            <w:tcW w:w="845" w:type="dxa"/>
            <w:vAlign w:val="center"/>
          </w:tcPr>
          <w:p w14:paraId="0FD3BB18" w14:textId="77777777" w:rsidR="009A623D" w:rsidRPr="00A40C9B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8BD4B9B" w14:textId="322D382C" w:rsidR="009A623D" w:rsidRPr="00A40C9B" w:rsidRDefault="004B3165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9A623D" w:rsidRPr="00A40C9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wrócenie uwagi na złożoność </w:t>
            </w:r>
            <w:r w:rsidRPr="00A40C9B">
              <w:rPr>
                <w:rFonts w:ascii="Corbel" w:hAnsi="Corbel"/>
                <w:b w:val="0"/>
                <w:bCs/>
                <w:sz w:val="24"/>
                <w:szCs w:val="24"/>
              </w:rPr>
              <w:t>procesu uczenia się</w:t>
            </w:r>
            <w:r w:rsidR="00D4152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A40C9B" w14:paraId="007AFE55" w14:textId="77777777" w:rsidTr="009A623D">
        <w:tc>
          <w:tcPr>
            <w:tcW w:w="845" w:type="dxa"/>
            <w:vAlign w:val="center"/>
          </w:tcPr>
          <w:p w14:paraId="21A68730" w14:textId="77777777" w:rsidR="009A623D" w:rsidRPr="00A40C9B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C9D0FFC" w14:textId="0BD0C661" w:rsidR="009A623D" w:rsidRPr="00A40C9B" w:rsidRDefault="004B3165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9A623D" w:rsidRPr="00A40C9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mówienie </w:t>
            </w:r>
            <w:r w:rsidRPr="00A40C9B">
              <w:rPr>
                <w:rFonts w:ascii="Corbel" w:hAnsi="Corbel"/>
                <w:b w:val="0"/>
                <w:bCs/>
                <w:sz w:val="24"/>
                <w:szCs w:val="24"/>
              </w:rPr>
              <w:t>czynników warunkujących efektywne uczenie się</w:t>
            </w:r>
            <w:r w:rsidR="00D4152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A40C9B" w14:paraId="0823702C" w14:textId="77777777" w:rsidTr="009A623D">
        <w:tc>
          <w:tcPr>
            <w:tcW w:w="845" w:type="dxa"/>
            <w:vAlign w:val="center"/>
          </w:tcPr>
          <w:p w14:paraId="097BB6CF" w14:textId="77777777" w:rsidR="009A623D" w:rsidRPr="00A40C9B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A20D1F4" w14:textId="63573B45" w:rsidR="009A623D" w:rsidRPr="00A40C9B" w:rsidRDefault="004B3165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bCs/>
                <w:sz w:val="24"/>
                <w:szCs w:val="24"/>
              </w:rPr>
              <w:t>Podkreślenie znaczenia indywidualnych predyspozycji do nauczania</w:t>
            </w:r>
            <w:r w:rsidR="00D4152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A40C9B" w14:paraId="2F7378C3" w14:textId="77777777" w:rsidTr="009A623D">
        <w:tc>
          <w:tcPr>
            <w:tcW w:w="845" w:type="dxa"/>
            <w:vAlign w:val="center"/>
          </w:tcPr>
          <w:p w14:paraId="529300C7" w14:textId="77777777" w:rsidR="009A623D" w:rsidRPr="00A40C9B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6C91C65B" w14:textId="2489C393" w:rsidR="009A623D" w:rsidRPr="00A40C9B" w:rsidRDefault="004B3165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40C9B">
              <w:rPr>
                <w:rFonts w:ascii="Corbel" w:hAnsi="Corbel"/>
                <w:b w:val="0"/>
                <w:bCs/>
                <w:sz w:val="24"/>
                <w:szCs w:val="24"/>
              </w:rPr>
              <w:t>Zachęcenie słuchaczy do samokształcenia</w:t>
            </w:r>
            <w:r w:rsidR="00D4152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7BEC934C" w14:textId="77777777" w:rsidR="0085747A" w:rsidRPr="00A40C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BCF3C" w14:textId="77777777" w:rsidR="001D7B54" w:rsidRPr="00A40C9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0C9B">
        <w:rPr>
          <w:rFonts w:ascii="Corbel" w:hAnsi="Corbel"/>
          <w:b/>
          <w:sz w:val="24"/>
          <w:szCs w:val="24"/>
        </w:rPr>
        <w:t xml:space="preserve">3.2 </w:t>
      </w:r>
      <w:r w:rsidR="001D7B54" w:rsidRPr="00A40C9B">
        <w:rPr>
          <w:rFonts w:ascii="Corbel" w:hAnsi="Corbel"/>
          <w:b/>
          <w:sz w:val="24"/>
          <w:szCs w:val="24"/>
        </w:rPr>
        <w:t xml:space="preserve">Efekty </w:t>
      </w:r>
      <w:r w:rsidR="00C05F44" w:rsidRPr="00A40C9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40C9B">
        <w:rPr>
          <w:rFonts w:ascii="Corbel" w:hAnsi="Corbel"/>
          <w:b/>
          <w:sz w:val="24"/>
          <w:szCs w:val="24"/>
        </w:rPr>
        <w:t>dla przedmiotu</w:t>
      </w:r>
    </w:p>
    <w:p w14:paraId="34A9F7C1" w14:textId="77777777" w:rsidR="001D7B54" w:rsidRPr="00A40C9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40C9B" w14:paraId="3EA0AB85" w14:textId="77777777" w:rsidTr="002D4111">
        <w:tc>
          <w:tcPr>
            <w:tcW w:w="1680" w:type="dxa"/>
            <w:vAlign w:val="center"/>
          </w:tcPr>
          <w:p w14:paraId="77928179" w14:textId="77777777" w:rsidR="0085747A" w:rsidRPr="00A40C9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A40C9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A40C9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40C9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A7E0168" w14:textId="77777777" w:rsidR="002464DD" w:rsidRPr="00A40C9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40C9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40C9B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F08D5C3" w14:textId="77777777" w:rsidR="00A40C9B" w:rsidRDefault="00A40C9B" w:rsidP="00A40C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FD71A7" w14:textId="77777777" w:rsidR="0085747A" w:rsidRPr="00A40C9B" w:rsidRDefault="002464DD" w:rsidP="00A40C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45FE0F60" w14:textId="77777777" w:rsidR="0085747A" w:rsidRPr="00A40C9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A40C9B" w14:paraId="6F67476F" w14:textId="77777777" w:rsidTr="002D4111">
        <w:tc>
          <w:tcPr>
            <w:tcW w:w="1680" w:type="dxa"/>
          </w:tcPr>
          <w:p w14:paraId="34E0D865" w14:textId="77777777" w:rsidR="0085747A" w:rsidRPr="00A40C9B" w:rsidRDefault="0085747A" w:rsidP="00AB4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 w:rsidRPr="00A40C9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30DA74AE" w14:textId="33CDF02B" w:rsidR="0085747A" w:rsidRPr="00A40C9B" w:rsidRDefault="00D415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zna w stopniu pogłębionym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40C9B">
              <w:rPr>
                <w:rFonts w:ascii="Corbel" w:hAnsi="Corbel"/>
                <w:b w:val="0"/>
                <w:smallCaps w:val="0"/>
                <w:szCs w:val="24"/>
              </w:rPr>
              <w:t>teorie uczenia się i krytycznie analizuje je w kontekście nauczania</w:t>
            </w:r>
          </w:p>
        </w:tc>
        <w:tc>
          <w:tcPr>
            <w:tcW w:w="1865" w:type="dxa"/>
          </w:tcPr>
          <w:p w14:paraId="47BB16D2" w14:textId="77777777" w:rsidR="002D4111" w:rsidRPr="00A40C9B" w:rsidRDefault="00251800" w:rsidP="00AB4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231136" w:rsidRPr="00A40C9B" w14:paraId="2D353D9E" w14:textId="77777777" w:rsidTr="002D4111">
        <w:tc>
          <w:tcPr>
            <w:tcW w:w="1680" w:type="dxa"/>
          </w:tcPr>
          <w:p w14:paraId="682C62A9" w14:textId="77777777" w:rsidR="00231136" w:rsidRPr="00A40C9B" w:rsidRDefault="002D4111" w:rsidP="00AB4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9D1D89F" w14:textId="4ADF7775" w:rsidR="00231136" w:rsidRPr="00A40C9B" w:rsidRDefault="00D415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 xml:space="preserve">posiada szczegółową wiedzę odnośnie struktury i przebiegu procesów poznawczych w odniesieniu do uczenia się </w:t>
            </w:r>
          </w:p>
        </w:tc>
        <w:tc>
          <w:tcPr>
            <w:tcW w:w="1865" w:type="dxa"/>
          </w:tcPr>
          <w:p w14:paraId="526FFC77" w14:textId="77777777" w:rsidR="00231136" w:rsidRPr="00A40C9B" w:rsidRDefault="00251800" w:rsidP="00AB4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231136" w:rsidRPr="00A40C9B" w14:paraId="702D40CF" w14:textId="77777777" w:rsidTr="002D4111">
        <w:tc>
          <w:tcPr>
            <w:tcW w:w="1680" w:type="dxa"/>
          </w:tcPr>
          <w:p w14:paraId="6E89AED0" w14:textId="77777777" w:rsidR="00231136" w:rsidRPr="00A40C9B" w:rsidRDefault="002D4111" w:rsidP="00AB4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304484A" w14:textId="34AA4517" w:rsidR="00231136" w:rsidRPr="00A40C9B" w:rsidRDefault="00D4152F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40C9B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kształcenie się, projektować ścieżkę własnego rozwoju pod kątem nauczania</w:t>
            </w:r>
          </w:p>
        </w:tc>
        <w:tc>
          <w:tcPr>
            <w:tcW w:w="1865" w:type="dxa"/>
          </w:tcPr>
          <w:p w14:paraId="465619EC" w14:textId="77777777" w:rsidR="002D4111" w:rsidRPr="00A40C9B" w:rsidRDefault="00251800" w:rsidP="00AB4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231136" w:rsidRPr="00A40C9B" w14:paraId="70A14CAA" w14:textId="77777777" w:rsidTr="002D4111">
        <w:tc>
          <w:tcPr>
            <w:tcW w:w="1680" w:type="dxa"/>
          </w:tcPr>
          <w:p w14:paraId="131C2962" w14:textId="77777777" w:rsidR="00231136" w:rsidRPr="00A40C9B" w:rsidRDefault="00262B90" w:rsidP="00AB4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A6C4289" w14:textId="56C9DD2C" w:rsidR="00231136" w:rsidRPr="00A40C9B" w:rsidRDefault="00D415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potrafi krytycznie ocenić swoje umiejętności w zakresie przekazywania wiedzy innym oraz dąży do samorozwoju i poszerzania wiedzy z zakresu psychologii uczenia się, w celu optymalizacji procesu nauczania innych</w:t>
            </w:r>
          </w:p>
        </w:tc>
        <w:tc>
          <w:tcPr>
            <w:tcW w:w="1865" w:type="dxa"/>
          </w:tcPr>
          <w:p w14:paraId="66414281" w14:textId="77777777" w:rsidR="00231136" w:rsidRPr="00A40C9B" w:rsidRDefault="00262B90" w:rsidP="00AB4D3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251800" w:rsidRPr="00A40C9B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251800" w:rsidRPr="00A40C9B" w14:paraId="05EA7A6D" w14:textId="77777777" w:rsidTr="002D4111">
        <w:tc>
          <w:tcPr>
            <w:tcW w:w="1680" w:type="dxa"/>
          </w:tcPr>
          <w:p w14:paraId="770714FC" w14:textId="77777777" w:rsidR="00251800" w:rsidRPr="00A40C9B" w:rsidRDefault="00251800" w:rsidP="00AB4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65BCF1DE" w14:textId="1789BCE3" w:rsidR="00251800" w:rsidRPr="00A40C9B" w:rsidRDefault="00D415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 xml:space="preserve">jest gotów do otwartego kontaktu z innymi, łatwo wchodzi w interakcje i potrafi efektywnie pracować z grupą w celu rozwoju zawodowego i osobowego własnego i osób, z którymi pracuje </w:t>
            </w:r>
          </w:p>
        </w:tc>
        <w:tc>
          <w:tcPr>
            <w:tcW w:w="1865" w:type="dxa"/>
          </w:tcPr>
          <w:p w14:paraId="1C97C843" w14:textId="77777777" w:rsidR="00251800" w:rsidRPr="00A40C9B" w:rsidRDefault="00251800" w:rsidP="00AB4D3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0F675109" w14:textId="77777777" w:rsidR="0085747A" w:rsidRPr="00A40C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C8AE8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40C9B">
        <w:rPr>
          <w:rFonts w:ascii="Corbel" w:hAnsi="Corbel"/>
          <w:b/>
          <w:sz w:val="24"/>
          <w:szCs w:val="24"/>
        </w:rPr>
        <w:t>3.3</w:t>
      </w:r>
      <w:r w:rsidR="0085747A" w:rsidRPr="00A40C9B">
        <w:rPr>
          <w:rFonts w:ascii="Corbel" w:hAnsi="Corbel"/>
          <w:b/>
          <w:sz w:val="24"/>
          <w:szCs w:val="24"/>
        </w:rPr>
        <w:t>T</w:t>
      </w:r>
      <w:r w:rsidR="001D7B54" w:rsidRPr="00A40C9B">
        <w:rPr>
          <w:rFonts w:ascii="Corbel" w:hAnsi="Corbel"/>
          <w:b/>
          <w:sz w:val="24"/>
          <w:szCs w:val="24"/>
        </w:rPr>
        <w:t xml:space="preserve">reści programowe </w:t>
      </w:r>
    </w:p>
    <w:p w14:paraId="69AA5601" w14:textId="77777777" w:rsidR="00D4152F" w:rsidRPr="00A40C9B" w:rsidRDefault="00D4152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D0FDFCE" w14:textId="25DD5571" w:rsidR="00675843" w:rsidRPr="00D4152F" w:rsidRDefault="0085747A" w:rsidP="00D4152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40C9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40C9B" w14:paraId="5B503421" w14:textId="77777777" w:rsidTr="00C3359A">
        <w:tc>
          <w:tcPr>
            <w:tcW w:w="9520" w:type="dxa"/>
          </w:tcPr>
          <w:p w14:paraId="050992C5" w14:textId="77777777" w:rsidR="0085747A" w:rsidRPr="00A40C9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A40C9B" w14:paraId="4CD0FF45" w14:textId="77777777" w:rsidTr="00C3359A">
        <w:tc>
          <w:tcPr>
            <w:tcW w:w="9520" w:type="dxa"/>
          </w:tcPr>
          <w:p w14:paraId="2EECC868" w14:textId="77777777" w:rsidR="00C3359A" w:rsidRPr="00A40C9B" w:rsidRDefault="00E17034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Przedmiot i zadania psychologii uczenia się i nauczania</w:t>
            </w:r>
          </w:p>
        </w:tc>
      </w:tr>
      <w:tr w:rsidR="00C3359A" w:rsidRPr="00A40C9B" w14:paraId="3FAD0D40" w14:textId="77777777" w:rsidTr="00C3359A">
        <w:tc>
          <w:tcPr>
            <w:tcW w:w="9520" w:type="dxa"/>
          </w:tcPr>
          <w:p w14:paraId="08DDCA78" w14:textId="77777777" w:rsidR="00C3359A" w:rsidRPr="00A40C9B" w:rsidRDefault="00851024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Pamięć i u</w:t>
            </w:r>
            <w:r w:rsidR="00E17034" w:rsidRPr="00A40C9B">
              <w:rPr>
                <w:rFonts w:ascii="Corbel" w:hAnsi="Corbel"/>
                <w:sz w:val="24"/>
                <w:szCs w:val="24"/>
              </w:rPr>
              <w:t xml:space="preserve">czenie się. Rodzaje </w:t>
            </w:r>
            <w:r w:rsidR="002C20B2" w:rsidRPr="00A40C9B">
              <w:rPr>
                <w:rFonts w:ascii="Corbel" w:hAnsi="Corbel"/>
                <w:sz w:val="24"/>
                <w:szCs w:val="24"/>
              </w:rPr>
              <w:t xml:space="preserve">pamięci </w:t>
            </w:r>
          </w:p>
        </w:tc>
      </w:tr>
      <w:tr w:rsidR="00D153F7" w:rsidRPr="00A40C9B" w14:paraId="38B82595" w14:textId="77777777" w:rsidTr="00C3359A">
        <w:tc>
          <w:tcPr>
            <w:tcW w:w="9520" w:type="dxa"/>
          </w:tcPr>
          <w:p w14:paraId="6CE217CE" w14:textId="77777777" w:rsidR="00D153F7" w:rsidRPr="00A40C9B" w:rsidRDefault="00F24116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Teorie zapominania</w:t>
            </w:r>
          </w:p>
        </w:tc>
      </w:tr>
      <w:tr w:rsidR="00F24116" w:rsidRPr="00A40C9B" w14:paraId="47B85451" w14:textId="77777777" w:rsidTr="00C3359A">
        <w:tc>
          <w:tcPr>
            <w:tcW w:w="9520" w:type="dxa"/>
          </w:tcPr>
          <w:p w14:paraId="0B86A6C4" w14:textId="77777777" w:rsidR="00F24116" w:rsidRPr="00A40C9B" w:rsidRDefault="00F24116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Zaburzenia pamięci i ich przyczyny</w:t>
            </w:r>
          </w:p>
        </w:tc>
      </w:tr>
      <w:tr w:rsidR="00851024" w:rsidRPr="00A40C9B" w14:paraId="3968AB88" w14:textId="77777777" w:rsidTr="00C3359A">
        <w:tc>
          <w:tcPr>
            <w:tcW w:w="9520" w:type="dxa"/>
          </w:tcPr>
          <w:p w14:paraId="05877A3A" w14:textId="77777777" w:rsidR="00851024" w:rsidRPr="00A40C9B" w:rsidRDefault="00F24116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Strategie uczenia się</w:t>
            </w:r>
          </w:p>
        </w:tc>
      </w:tr>
      <w:tr w:rsidR="00C3359A" w:rsidRPr="00A40C9B" w14:paraId="53D66EDE" w14:textId="77777777" w:rsidTr="00C3359A">
        <w:tc>
          <w:tcPr>
            <w:tcW w:w="9520" w:type="dxa"/>
          </w:tcPr>
          <w:p w14:paraId="7F895D8A" w14:textId="77777777" w:rsidR="00C3359A" w:rsidRPr="00A40C9B" w:rsidRDefault="002C20B2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 xml:space="preserve">Uwarunkowania efektywnego uczenia się: </w:t>
            </w:r>
            <w:r w:rsidR="00E17034" w:rsidRPr="00A40C9B">
              <w:rPr>
                <w:rFonts w:ascii="Corbel" w:hAnsi="Corbel"/>
                <w:sz w:val="24"/>
                <w:szCs w:val="24"/>
              </w:rPr>
              <w:t>rola środowiska rodzinnego, szkolnego i indywidualnych predyspozycji</w:t>
            </w:r>
          </w:p>
        </w:tc>
      </w:tr>
      <w:tr w:rsidR="00C3359A" w:rsidRPr="00A40C9B" w14:paraId="096DBF7F" w14:textId="77777777" w:rsidTr="00C3359A">
        <w:tc>
          <w:tcPr>
            <w:tcW w:w="9520" w:type="dxa"/>
          </w:tcPr>
          <w:p w14:paraId="64681EAD" w14:textId="77777777" w:rsidR="00C3359A" w:rsidRPr="00A40C9B" w:rsidRDefault="002C20B2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Motywowanie do nauki. Motywacja wewnętrzna i zewnętrzna  a efektywność uczenia się</w:t>
            </w:r>
          </w:p>
        </w:tc>
      </w:tr>
      <w:tr w:rsidR="00C3359A" w:rsidRPr="00A40C9B" w14:paraId="1BC8E59F" w14:textId="77777777" w:rsidTr="00C3359A">
        <w:tc>
          <w:tcPr>
            <w:tcW w:w="9520" w:type="dxa"/>
          </w:tcPr>
          <w:p w14:paraId="52582D26" w14:textId="77777777" w:rsidR="00C3359A" w:rsidRPr="00A40C9B" w:rsidRDefault="00851024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Prokrastynacja i jej uwarunkowania</w:t>
            </w:r>
          </w:p>
        </w:tc>
      </w:tr>
    </w:tbl>
    <w:p w14:paraId="051DBDF0" w14:textId="77777777" w:rsidR="0085747A" w:rsidRPr="00A40C9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9AD76" w14:textId="5C1763D7" w:rsidR="0085747A" w:rsidRPr="00D4152F" w:rsidRDefault="00A40C9B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152F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40C9B" w14:paraId="1898338C" w14:textId="77777777" w:rsidTr="00C3359A">
        <w:tc>
          <w:tcPr>
            <w:tcW w:w="9520" w:type="dxa"/>
          </w:tcPr>
          <w:p w14:paraId="58A04C33" w14:textId="77777777" w:rsidR="0085747A" w:rsidRPr="00A40C9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A40C9B" w14:paraId="2F45A1F1" w14:textId="77777777" w:rsidTr="00C3359A">
        <w:tc>
          <w:tcPr>
            <w:tcW w:w="9520" w:type="dxa"/>
          </w:tcPr>
          <w:p w14:paraId="21FE2E5E" w14:textId="49946337" w:rsidR="00C3359A" w:rsidRPr="00A40C9B" w:rsidRDefault="00CD6C93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Układ nerwowy a pamięć</w:t>
            </w:r>
            <w:r w:rsidR="00BE72BC" w:rsidRPr="00A40C9B">
              <w:rPr>
                <w:rFonts w:ascii="Corbel" w:hAnsi="Corbel"/>
                <w:sz w:val="24"/>
                <w:szCs w:val="24"/>
              </w:rPr>
              <w:t xml:space="preserve"> i uczenie się</w:t>
            </w:r>
          </w:p>
        </w:tc>
      </w:tr>
      <w:tr w:rsidR="00C3359A" w:rsidRPr="00A40C9B" w14:paraId="64F8536C" w14:textId="77777777" w:rsidTr="00C3359A">
        <w:tc>
          <w:tcPr>
            <w:tcW w:w="9520" w:type="dxa"/>
          </w:tcPr>
          <w:p w14:paraId="1D627391" w14:textId="77777777" w:rsidR="00C3359A" w:rsidRPr="00A40C9B" w:rsidRDefault="00CD6C93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 xml:space="preserve">Usprawnianie pamięci. </w:t>
            </w:r>
            <w:r w:rsidR="00E17034" w:rsidRPr="00A40C9B">
              <w:rPr>
                <w:rFonts w:ascii="Corbel" w:hAnsi="Corbel"/>
                <w:sz w:val="24"/>
                <w:szCs w:val="24"/>
              </w:rPr>
              <w:t>Techniki skutecznego zapamiętywania</w:t>
            </w:r>
            <w:r w:rsidR="00BE72BC" w:rsidRPr="00A40C9B">
              <w:rPr>
                <w:rFonts w:ascii="Corbel" w:hAnsi="Corbel"/>
                <w:sz w:val="24"/>
                <w:szCs w:val="24"/>
              </w:rPr>
              <w:t xml:space="preserve"> (mnemotechniki)</w:t>
            </w:r>
          </w:p>
        </w:tc>
      </w:tr>
      <w:tr w:rsidR="00C3359A" w:rsidRPr="00A40C9B" w14:paraId="4E2C2F53" w14:textId="77777777" w:rsidTr="00C3359A">
        <w:tc>
          <w:tcPr>
            <w:tcW w:w="9520" w:type="dxa"/>
          </w:tcPr>
          <w:p w14:paraId="25A53698" w14:textId="77777777" w:rsidR="00C3359A" w:rsidRPr="00A40C9B" w:rsidRDefault="00851024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Ćwiczenia poprawiające koncentrację uwagi</w:t>
            </w:r>
          </w:p>
        </w:tc>
      </w:tr>
      <w:tr w:rsidR="00C3359A" w:rsidRPr="00A40C9B" w14:paraId="428E459D" w14:textId="77777777" w:rsidTr="00C3359A">
        <w:tc>
          <w:tcPr>
            <w:tcW w:w="9520" w:type="dxa"/>
          </w:tcPr>
          <w:p w14:paraId="10204F48" w14:textId="77777777" w:rsidR="00C3359A" w:rsidRPr="00A40C9B" w:rsidRDefault="00BE72BC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lastRenderedPageBreak/>
              <w:t>Wybrane aspekty n</w:t>
            </w:r>
            <w:r w:rsidR="00FD13EA" w:rsidRPr="00A40C9B">
              <w:rPr>
                <w:rFonts w:ascii="Corbel" w:hAnsi="Corbel"/>
                <w:sz w:val="24"/>
                <w:szCs w:val="24"/>
              </w:rPr>
              <w:t>eurodydaktyk</w:t>
            </w:r>
            <w:r w:rsidRPr="00A40C9B">
              <w:rPr>
                <w:rFonts w:ascii="Corbel" w:hAnsi="Corbel"/>
                <w:sz w:val="24"/>
                <w:szCs w:val="24"/>
              </w:rPr>
              <w:t>i w kontekście efektywnego uczenia się</w:t>
            </w:r>
          </w:p>
        </w:tc>
      </w:tr>
      <w:tr w:rsidR="00D153F7" w:rsidRPr="00A40C9B" w14:paraId="21422775" w14:textId="77777777" w:rsidTr="00C3359A">
        <w:tc>
          <w:tcPr>
            <w:tcW w:w="9520" w:type="dxa"/>
          </w:tcPr>
          <w:p w14:paraId="6711644F" w14:textId="77777777" w:rsidR="00D153F7" w:rsidRPr="00A40C9B" w:rsidRDefault="00D153F7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 xml:space="preserve">Osobowość i kompetencje nauczyciela a </w:t>
            </w:r>
            <w:r w:rsidR="00804859" w:rsidRPr="00A40C9B">
              <w:rPr>
                <w:rFonts w:ascii="Corbel" w:hAnsi="Corbel"/>
                <w:sz w:val="24"/>
                <w:szCs w:val="24"/>
              </w:rPr>
              <w:t>nauczanie</w:t>
            </w:r>
          </w:p>
        </w:tc>
      </w:tr>
      <w:tr w:rsidR="00F24116" w:rsidRPr="00A40C9B" w14:paraId="0126C047" w14:textId="77777777" w:rsidTr="00C3359A">
        <w:tc>
          <w:tcPr>
            <w:tcW w:w="9520" w:type="dxa"/>
          </w:tcPr>
          <w:p w14:paraId="01F0778B" w14:textId="77777777" w:rsidR="00F24116" w:rsidRPr="00A40C9B" w:rsidRDefault="00F24116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Czynniki warunkujące efektywność przekazu</w:t>
            </w:r>
          </w:p>
        </w:tc>
      </w:tr>
      <w:tr w:rsidR="00C3359A" w:rsidRPr="00A40C9B" w14:paraId="2E15AA50" w14:textId="77777777" w:rsidTr="00C3359A">
        <w:tc>
          <w:tcPr>
            <w:tcW w:w="9520" w:type="dxa"/>
          </w:tcPr>
          <w:p w14:paraId="46AB20C9" w14:textId="77777777" w:rsidR="00C3359A" w:rsidRPr="00A40C9B" w:rsidRDefault="00D153F7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O</w:t>
            </w:r>
            <w:r w:rsidR="003A0803" w:rsidRPr="00A40C9B">
              <w:rPr>
                <w:rFonts w:ascii="Corbel" w:hAnsi="Corbel"/>
                <w:sz w:val="24"/>
                <w:szCs w:val="24"/>
              </w:rPr>
              <w:t>rganizacja przestrzeni klasy szkolnej a efektywność nauczania</w:t>
            </w:r>
          </w:p>
        </w:tc>
      </w:tr>
    </w:tbl>
    <w:p w14:paraId="103389FE" w14:textId="77777777" w:rsidR="0085747A" w:rsidRPr="00A40C9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1A154" w14:textId="77777777" w:rsidR="0085747A" w:rsidRPr="00A40C9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0C9B">
        <w:rPr>
          <w:rFonts w:ascii="Corbel" w:hAnsi="Corbel"/>
          <w:smallCaps w:val="0"/>
          <w:szCs w:val="24"/>
        </w:rPr>
        <w:t>3.4 Metody dydaktyczne</w:t>
      </w:r>
    </w:p>
    <w:p w14:paraId="04D6D502" w14:textId="77777777" w:rsidR="00C3359A" w:rsidRPr="00A40C9B" w:rsidRDefault="00C3359A" w:rsidP="00C3359A">
      <w:pPr>
        <w:pStyle w:val="Punktygwne"/>
        <w:spacing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40C9B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multimedialną.</w:t>
      </w:r>
    </w:p>
    <w:p w14:paraId="40B657C3" w14:textId="77777777" w:rsidR="0085747A" w:rsidRPr="00A40C9B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40C9B">
        <w:rPr>
          <w:rFonts w:ascii="Corbel" w:hAnsi="Corbel"/>
          <w:b w:val="0"/>
          <w:iCs/>
          <w:smallCaps w:val="0"/>
          <w:szCs w:val="24"/>
        </w:rPr>
        <w:t>Ćwiczenia: analiza tekstów z dyskusją, praca w grupach</w:t>
      </w:r>
      <w:r w:rsidR="00804859" w:rsidRPr="00A40C9B">
        <w:rPr>
          <w:rFonts w:ascii="Corbel" w:hAnsi="Corbel"/>
          <w:b w:val="0"/>
          <w:iCs/>
          <w:smallCaps w:val="0"/>
          <w:szCs w:val="24"/>
        </w:rPr>
        <w:t xml:space="preserve">, </w:t>
      </w:r>
      <w:r w:rsidRPr="00A40C9B">
        <w:rPr>
          <w:rFonts w:ascii="Corbel" w:hAnsi="Corbel"/>
          <w:b w:val="0"/>
          <w:iCs/>
          <w:smallCaps w:val="0"/>
          <w:szCs w:val="24"/>
        </w:rPr>
        <w:t>studium przypadku, dyskusja, burza mózgów</w:t>
      </w:r>
      <w:r w:rsidR="00685E81" w:rsidRPr="00A40C9B">
        <w:rPr>
          <w:rFonts w:ascii="Corbel" w:hAnsi="Corbel"/>
          <w:b w:val="0"/>
          <w:iCs/>
          <w:smallCaps w:val="0"/>
          <w:szCs w:val="24"/>
        </w:rPr>
        <w:t>, projektowa praca pisemna</w:t>
      </w:r>
      <w:r w:rsidR="005323AB" w:rsidRPr="00A40C9B">
        <w:rPr>
          <w:rFonts w:ascii="Corbel" w:hAnsi="Corbel"/>
          <w:b w:val="0"/>
          <w:iCs/>
          <w:smallCaps w:val="0"/>
          <w:szCs w:val="24"/>
        </w:rPr>
        <w:t>, przygotowanie i przeprowadzenie zajęć warsztatowych z zakresu neurodydaktyki dla różnych grup wiekowych</w:t>
      </w:r>
      <w:r w:rsidRPr="00A40C9B">
        <w:rPr>
          <w:rFonts w:ascii="Corbel" w:hAnsi="Corbel"/>
          <w:b w:val="0"/>
          <w:iCs/>
          <w:smallCaps w:val="0"/>
          <w:szCs w:val="24"/>
        </w:rPr>
        <w:t>.</w:t>
      </w:r>
    </w:p>
    <w:p w14:paraId="2E51A9DC" w14:textId="77777777" w:rsidR="00E960BB" w:rsidRPr="00A40C9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0DEE247B" w14:textId="77777777" w:rsidR="00C3359A" w:rsidRPr="00A40C9B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A4812" w14:textId="77777777" w:rsidR="0085747A" w:rsidRPr="00A40C9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0C9B">
        <w:rPr>
          <w:rFonts w:ascii="Corbel" w:hAnsi="Corbel"/>
          <w:smallCaps w:val="0"/>
          <w:szCs w:val="24"/>
        </w:rPr>
        <w:t xml:space="preserve">4. </w:t>
      </w:r>
      <w:r w:rsidR="0085747A" w:rsidRPr="00A40C9B">
        <w:rPr>
          <w:rFonts w:ascii="Corbel" w:hAnsi="Corbel"/>
          <w:smallCaps w:val="0"/>
          <w:szCs w:val="24"/>
        </w:rPr>
        <w:t>METODY I KRYTERIA OCENY</w:t>
      </w:r>
    </w:p>
    <w:p w14:paraId="33AB95A9" w14:textId="77777777" w:rsidR="00923D7D" w:rsidRPr="00A40C9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9933EF" w14:textId="77777777" w:rsidR="0085747A" w:rsidRPr="00A40C9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0C9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40C9B">
        <w:rPr>
          <w:rFonts w:ascii="Corbel" w:hAnsi="Corbel"/>
          <w:smallCaps w:val="0"/>
          <w:szCs w:val="24"/>
        </w:rPr>
        <w:t>uczenia się</w:t>
      </w:r>
    </w:p>
    <w:p w14:paraId="086A32DE" w14:textId="77777777" w:rsidR="0085747A" w:rsidRPr="00A40C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A40C9B" w14:paraId="40765486" w14:textId="77777777" w:rsidTr="00C05F44">
        <w:tc>
          <w:tcPr>
            <w:tcW w:w="1985" w:type="dxa"/>
            <w:vAlign w:val="center"/>
          </w:tcPr>
          <w:p w14:paraId="6D2E165C" w14:textId="77777777" w:rsidR="0085747A" w:rsidRPr="00A40C9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C1CAB9B" w14:textId="77777777" w:rsidR="0085747A" w:rsidRPr="00A40C9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D0472" w:rsidRPr="00A40C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2F0073E" w14:textId="77777777" w:rsidR="0085747A" w:rsidRPr="00A40C9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40C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D529644" w14:textId="77777777" w:rsidR="00923D7D" w:rsidRPr="00A40C9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5B5FC9" w14:textId="77777777" w:rsidR="0085747A" w:rsidRPr="00A40C9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A40C9B" w14:paraId="5E8B44A8" w14:textId="77777777" w:rsidTr="00C05F44">
        <w:tc>
          <w:tcPr>
            <w:tcW w:w="1985" w:type="dxa"/>
          </w:tcPr>
          <w:p w14:paraId="16955C7E" w14:textId="77777777" w:rsidR="0085747A" w:rsidRPr="00A40C9B" w:rsidRDefault="00B25B70" w:rsidP="00A61F0C">
            <w:pPr>
              <w:spacing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 xml:space="preserve">EK </w:t>
            </w:r>
            <w:r w:rsidR="0085747A" w:rsidRPr="00A40C9B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5528" w:type="dxa"/>
          </w:tcPr>
          <w:p w14:paraId="7B0A1002" w14:textId="4C6E3A54" w:rsidR="0085747A" w:rsidRPr="00A40C9B" w:rsidRDefault="00D4152F" w:rsidP="00A61F0C">
            <w:pPr>
              <w:spacing w:after="4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4C150C72" w14:textId="77777777" w:rsidR="0085747A" w:rsidRPr="00A40C9B" w:rsidRDefault="00087E43" w:rsidP="00A61F0C">
            <w:pPr>
              <w:spacing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w</w:t>
            </w:r>
            <w:r w:rsidR="00CB5D92" w:rsidRPr="00A40C9B">
              <w:rPr>
                <w:rFonts w:ascii="Corbel" w:hAnsi="Corbel"/>
                <w:sz w:val="24"/>
                <w:szCs w:val="24"/>
              </w:rPr>
              <w:t>, ćw</w:t>
            </w:r>
          </w:p>
        </w:tc>
      </w:tr>
      <w:tr w:rsidR="0085747A" w:rsidRPr="00A40C9B" w14:paraId="34A9DD4B" w14:textId="77777777" w:rsidTr="00C05F44">
        <w:tc>
          <w:tcPr>
            <w:tcW w:w="1985" w:type="dxa"/>
          </w:tcPr>
          <w:p w14:paraId="1FD5D9AB" w14:textId="77777777" w:rsidR="0085747A" w:rsidRPr="00A40C9B" w:rsidRDefault="00B25B70" w:rsidP="00A61F0C">
            <w:pPr>
              <w:spacing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 xml:space="preserve">EK </w:t>
            </w:r>
            <w:r w:rsidR="0085747A" w:rsidRPr="00A40C9B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5528" w:type="dxa"/>
          </w:tcPr>
          <w:p w14:paraId="6A0C3987" w14:textId="00B34297" w:rsidR="0085747A" w:rsidRPr="00A40C9B" w:rsidRDefault="00D4152F" w:rsidP="005323AB">
            <w:pPr>
              <w:spacing w:after="4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egzamin pisemny, kolokwium, studium przypadku, prezentacja zajęć warsztatowych</w:t>
            </w:r>
          </w:p>
        </w:tc>
        <w:tc>
          <w:tcPr>
            <w:tcW w:w="2126" w:type="dxa"/>
          </w:tcPr>
          <w:p w14:paraId="7207EA06" w14:textId="77777777" w:rsidR="0085747A" w:rsidRPr="00A40C9B" w:rsidRDefault="00087E43" w:rsidP="00A61F0C">
            <w:pPr>
              <w:spacing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w</w:t>
            </w:r>
            <w:r w:rsidR="00CB5D92" w:rsidRPr="00A40C9B">
              <w:rPr>
                <w:rFonts w:ascii="Corbel" w:hAnsi="Corbel"/>
                <w:sz w:val="24"/>
                <w:szCs w:val="24"/>
              </w:rPr>
              <w:t>, ćw</w:t>
            </w:r>
          </w:p>
        </w:tc>
      </w:tr>
      <w:tr w:rsidR="00A319E0" w:rsidRPr="00A40C9B" w14:paraId="1720020B" w14:textId="77777777" w:rsidTr="00C05F44">
        <w:tc>
          <w:tcPr>
            <w:tcW w:w="1985" w:type="dxa"/>
          </w:tcPr>
          <w:p w14:paraId="739B5C7C" w14:textId="77777777" w:rsidR="00A319E0" w:rsidRPr="00A40C9B" w:rsidRDefault="00A319E0" w:rsidP="00A61F0C">
            <w:pPr>
              <w:spacing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2A3803E0" w14:textId="1FADB0E6" w:rsidR="00A319E0" w:rsidRPr="00A40C9B" w:rsidRDefault="00D4152F" w:rsidP="00A61F0C">
            <w:pPr>
              <w:spacing w:after="4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projektowa praca pisemna, studium przypadku</w:t>
            </w:r>
          </w:p>
        </w:tc>
        <w:tc>
          <w:tcPr>
            <w:tcW w:w="2126" w:type="dxa"/>
          </w:tcPr>
          <w:p w14:paraId="41F9618C" w14:textId="77777777" w:rsidR="00A319E0" w:rsidRPr="00A40C9B" w:rsidRDefault="00087E43" w:rsidP="00A61F0C">
            <w:pPr>
              <w:spacing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087E43" w:rsidRPr="00A40C9B" w14:paraId="5731F2B7" w14:textId="77777777" w:rsidTr="00C05F44">
        <w:tc>
          <w:tcPr>
            <w:tcW w:w="1985" w:type="dxa"/>
          </w:tcPr>
          <w:p w14:paraId="41FB0CBA" w14:textId="77777777" w:rsidR="00087E43" w:rsidRPr="00A40C9B" w:rsidRDefault="00087E43" w:rsidP="00A61F0C">
            <w:pPr>
              <w:spacing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57242644" w14:textId="7D017D3C" w:rsidR="00087E43" w:rsidRPr="00A40C9B" w:rsidRDefault="00D4152F" w:rsidP="00A61F0C">
            <w:pPr>
              <w:spacing w:after="4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 xml:space="preserve">obserwacja, wypowiedzi podczas zajęć </w:t>
            </w:r>
          </w:p>
        </w:tc>
        <w:tc>
          <w:tcPr>
            <w:tcW w:w="2126" w:type="dxa"/>
          </w:tcPr>
          <w:p w14:paraId="20DCF1B8" w14:textId="77777777" w:rsidR="00087E43" w:rsidRPr="00A40C9B" w:rsidRDefault="00087E43" w:rsidP="00A61F0C">
            <w:pPr>
              <w:spacing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CB5D92" w:rsidRPr="00A40C9B" w14:paraId="78885240" w14:textId="77777777" w:rsidTr="00C05F44">
        <w:tc>
          <w:tcPr>
            <w:tcW w:w="1985" w:type="dxa"/>
          </w:tcPr>
          <w:p w14:paraId="32392C46" w14:textId="77777777" w:rsidR="00CB5D92" w:rsidRPr="00A40C9B" w:rsidRDefault="00CB5D92" w:rsidP="00A61F0C">
            <w:pPr>
              <w:spacing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56645272" w14:textId="1FBB698B" w:rsidR="00CB5D92" w:rsidRPr="00A40C9B" w:rsidRDefault="00D4152F" w:rsidP="005323AB">
            <w:pPr>
              <w:spacing w:after="4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 xml:space="preserve">obserwacja, wypowiedzi podczas zajęć, prezentacja zajęć warsztatowych z zakresu </w:t>
            </w:r>
            <w:proofErr w:type="spellStart"/>
            <w:r w:rsidRPr="00A40C9B">
              <w:rPr>
                <w:rFonts w:ascii="Corbel" w:hAnsi="Corbel"/>
                <w:sz w:val="24"/>
                <w:szCs w:val="24"/>
              </w:rPr>
              <w:t>neurodydaktyki</w:t>
            </w:r>
            <w:proofErr w:type="spellEnd"/>
          </w:p>
        </w:tc>
        <w:tc>
          <w:tcPr>
            <w:tcW w:w="2126" w:type="dxa"/>
          </w:tcPr>
          <w:p w14:paraId="61BBB129" w14:textId="77777777" w:rsidR="00CB5D92" w:rsidRPr="00A40C9B" w:rsidRDefault="00CB5D92" w:rsidP="00A61F0C">
            <w:pPr>
              <w:spacing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20C851B8" w14:textId="77777777" w:rsidR="00923D7D" w:rsidRPr="00A40C9B" w:rsidRDefault="00923D7D" w:rsidP="00B25B70">
      <w:pPr>
        <w:rPr>
          <w:rFonts w:ascii="Corbel" w:hAnsi="Corbel"/>
          <w:sz w:val="24"/>
          <w:szCs w:val="24"/>
        </w:rPr>
      </w:pPr>
    </w:p>
    <w:p w14:paraId="3FF3CC0C" w14:textId="77777777" w:rsidR="0085747A" w:rsidRPr="00A40C9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0C9B">
        <w:rPr>
          <w:rFonts w:ascii="Corbel" w:hAnsi="Corbel"/>
          <w:smallCaps w:val="0"/>
          <w:szCs w:val="24"/>
        </w:rPr>
        <w:t xml:space="preserve">4.2 </w:t>
      </w:r>
      <w:r w:rsidR="0085747A" w:rsidRPr="00A40C9B">
        <w:rPr>
          <w:rFonts w:ascii="Corbel" w:hAnsi="Corbel"/>
          <w:smallCaps w:val="0"/>
          <w:szCs w:val="24"/>
        </w:rPr>
        <w:t>Warunki zaliczenia przedmiotu (kryteria oceniania)</w:t>
      </w:r>
    </w:p>
    <w:p w14:paraId="06E7B7CA" w14:textId="77777777" w:rsidR="00923D7D" w:rsidRPr="00A40C9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40C9B" w14:paraId="146DE4EC" w14:textId="77777777" w:rsidTr="00923D7D">
        <w:tc>
          <w:tcPr>
            <w:tcW w:w="9670" w:type="dxa"/>
          </w:tcPr>
          <w:p w14:paraId="0282622E" w14:textId="77777777" w:rsidR="00E55D0C" w:rsidRPr="00A40C9B" w:rsidRDefault="00E55D0C" w:rsidP="00197E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197E33" w:rsidRPr="00A40C9B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Pr="00A40C9B">
              <w:rPr>
                <w:rFonts w:ascii="Corbel" w:hAnsi="Corbel"/>
                <w:b w:val="0"/>
                <w:smallCaps w:val="0"/>
                <w:szCs w:val="24"/>
              </w:rPr>
              <w:t xml:space="preserve"> egzamin pisemny w formie testu</w:t>
            </w:r>
            <w:r w:rsidR="00197E33" w:rsidRPr="00A40C9B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5EFD2F1D" w14:textId="77777777" w:rsidR="00197E33" w:rsidRPr="00A40C9B" w:rsidRDefault="00197E33" w:rsidP="00197E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3205526A" w14:textId="77777777" w:rsidR="00197E33" w:rsidRPr="00A40C9B" w:rsidRDefault="00197E33" w:rsidP="00197E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1137860D" w14:textId="77777777" w:rsidR="00197E33" w:rsidRPr="00A40C9B" w:rsidRDefault="00197E33" w:rsidP="00197E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1A1E5686" w14:textId="77777777" w:rsidR="00197E33" w:rsidRPr="00A40C9B" w:rsidRDefault="00197E33" w:rsidP="00197E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18EA1631" w14:textId="77777777" w:rsidR="00197E33" w:rsidRPr="00A40C9B" w:rsidRDefault="00197E33" w:rsidP="00197E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67622286" w14:textId="77777777" w:rsidR="00197E33" w:rsidRPr="00A40C9B" w:rsidRDefault="00197E33" w:rsidP="00197E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60%; (niezadowalająca wiedza, liczne błędy)</w:t>
            </w:r>
          </w:p>
          <w:p w14:paraId="3AD36EE2" w14:textId="77777777" w:rsidR="00197E33" w:rsidRPr="00A40C9B" w:rsidRDefault="00197E33" w:rsidP="00197E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51A5C6" w14:textId="77777777" w:rsidR="00685E81" w:rsidRPr="00A40C9B" w:rsidRDefault="00E55D0C" w:rsidP="00197E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BD3DDB" w:rsidRPr="00A40C9B">
              <w:rPr>
                <w:rFonts w:ascii="Corbel" w:hAnsi="Corbel"/>
                <w:b w:val="0"/>
                <w:smallCaps w:val="0"/>
                <w:szCs w:val="24"/>
              </w:rPr>
              <w:t>– warunki zaliczenia</w:t>
            </w:r>
          </w:p>
          <w:p w14:paraId="43517652" w14:textId="77777777" w:rsidR="00685E81" w:rsidRPr="00A40C9B" w:rsidRDefault="00E55D0C" w:rsidP="00685E8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aktywność w trakcie zajęć</w:t>
            </w:r>
            <w:r w:rsidR="00197E33" w:rsidRPr="00A40C9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734F604" w14:textId="77777777" w:rsidR="00197E33" w:rsidRPr="00A40C9B" w:rsidRDefault="00197E33" w:rsidP="00685E8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kolokwium pisemne:</w:t>
            </w:r>
          </w:p>
          <w:p w14:paraId="35CEC335" w14:textId="77777777" w:rsidR="005323AB" w:rsidRPr="00A40C9B" w:rsidRDefault="00685E81" w:rsidP="00197E3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projektowa praca pisemna</w:t>
            </w:r>
            <w:r w:rsidR="005323AB" w:rsidRPr="00A40C9B">
              <w:rPr>
                <w:rFonts w:ascii="Corbel" w:hAnsi="Corbel"/>
                <w:b w:val="0"/>
                <w:smallCaps w:val="0"/>
                <w:szCs w:val="24"/>
              </w:rPr>
              <w:t xml:space="preserve"> dotycząca diagnozy procesu uczenia się i elementów wsparcia dla osób na różnych etapach rozwoju</w:t>
            </w:r>
          </w:p>
          <w:p w14:paraId="5823943B" w14:textId="77777777" w:rsidR="00685E81" w:rsidRPr="00A40C9B" w:rsidRDefault="005323AB" w:rsidP="00197E3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 xml:space="preserve">przygotowanie i przeprowadzenie zajęć warsztatowych z zakresu neurodydaktyki  </w:t>
            </w:r>
          </w:p>
          <w:p w14:paraId="67FA7C50" w14:textId="77777777" w:rsidR="00164981" w:rsidRPr="00A40C9B" w:rsidRDefault="00164981" w:rsidP="00DA2E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0F8003F3" w14:textId="77777777" w:rsidR="00DA2EAC" w:rsidRPr="00A40C9B" w:rsidRDefault="00DA2EAC" w:rsidP="00DA2E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3D24308F" w14:textId="77777777" w:rsidR="00DA2EAC" w:rsidRPr="00A40C9B" w:rsidRDefault="00DA2EAC" w:rsidP="00DA2E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3067A907" w14:textId="77777777" w:rsidR="00DA2EAC" w:rsidRPr="00A40C9B" w:rsidRDefault="00DA2EAC" w:rsidP="00DA2E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13CC4B89" w14:textId="77777777" w:rsidR="00DA2EAC" w:rsidRPr="00A40C9B" w:rsidRDefault="00DA2EAC" w:rsidP="00DA2E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1F7A8004" w14:textId="77777777" w:rsidR="00DA2EAC" w:rsidRPr="00A40C9B" w:rsidRDefault="00DA2EAC" w:rsidP="00DA2E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398DEA9A" w14:textId="77777777" w:rsidR="00DA2EAC" w:rsidRPr="00A40C9B" w:rsidRDefault="00DA2EAC" w:rsidP="00DA2E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60%; (niezadowalająca wiedza, liczne błędy)</w:t>
            </w:r>
          </w:p>
        </w:tc>
      </w:tr>
    </w:tbl>
    <w:p w14:paraId="56F3F671" w14:textId="77777777" w:rsidR="0085747A" w:rsidRPr="00A40C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23C8B" w14:textId="77777777" w:rsidR="009F4610" w:rsidRPr="00A40C9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0C9B">
        <w:rPr>
          <w:rFonts w:ascii="Corbel" w:hAnsi="Corbel"/>
          <w:b/>
          <w:sz w:val="24"/>
          <w:szCs w:val="24"/>
        </w:rPr>
        <w:t xml:space="preserve">5. </w:t>
      </w:r>
      <w:r w:rsidR="00C61DC5" w:rsidRPr="00A40C9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198520" w14:textId="77777777" w:rsidR="0085747A" w:rsidRPr="00A40C9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A40C9B" w14:paraId="060EEC8F" w14:textId="77777777" w:rsidTr="00D4152F">
        <w:tc>
          <w:tcPr>
            <w:tcW w:w="5416" w:type="dxa"/>
            <w:vAlign w:val="center"/>
          </w:tcPr>
          <w:p w14:paraId="7E14F44A" w14:textId="77777777" w:rsidR="0085747A" w:rsidRPr="00A40C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0C9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40C9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40C9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04ECA8A8" w14:textId="77777777" w:rsidR="0085747A" w:rsidRPr="00A40C9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0C9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40C9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40C9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40C9B" w14:paraId="075C4118" w14:textId="77777777" w:rsidTr="00D4152F">
        <w:tc>
          <w:tcPr>
            <w:tcW w:w="5416" w:type="dxa"/>
          </w:tcPr>
          <w:p w14:paraId="0595CDEB" w14:textId="77777777" w:rsidR="0085747A" w:rsidRPr="00A40C9B" w:rsidRDefault="00C61DC5" w:rsidP="00A40C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G</w:t>
            </w:r>
            <w:r w:rsidR="0085747A" w:rsidRPr="00A40C9B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A40C9B">
              <w:rPr>
                <w:rFonts w:ascii="Corbel" w:hAnsi="Corbel"/>
                <w:sz w:val="24"/>
                <w:szCs w:val="24"/>
              </w:rPr>
              <w:t> </w:t>
            </w:r>
            <w:r w:rsidR="0045729E" w:rsidRPr="00A40C9B">
              <w:rPr>
                <w:rFonts w:ascii="Corbel" w:hAnsi="Corbel"/>
                <w:sz w:val="24"/>
                <w:szCs w:val="24"/>
              </w:rPr>
              <w:t>harmonogramu</w:t>
            </w:r>
            <w:r w:rsidR="00A40C9B" w:rsidRPr="00A40C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0C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5F096B0A" w14:textId="77777777" w:rsidR="0085747A" w:rsidRPr="00A40C9B" w:rsidRDefault="00A40C9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40C9B" w14:paraId="3F78D47D" w14:textId="77777777" w:rsidTr="00D4152F">
        <w:tc>
          <w:tcPr>
            <w:tcW w:w="5416" w:type="dxa"/>
          </w:tcPr>
          <w:p w14:paraId="7939DCC1" w14:textId="77777777" w:rsidR="00C61DC5" w:rsidRPr="00A40C9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40C9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40C9B" w:rsidRPr="00A40C9B">
              <w:rPr>
                <w:rFonts w:ascii="Corbel" w:hAnsi="Corbel"/>
                <w:sz w:val="24"/>
                <w:szCs w:val="24"/>
              </w:rPr>
              <w:t>:</w:t>
            </w:r>
          </w:p>
          <w:p w14:paraId="3BD6CA4E" w14:textId="138C5B7C" w:rsidR="00DE7D18" w:rsidRPr="00A40C9B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-</w:t>
            </w:r>
            <w:r w:rsidR="00D4152F">
              <w:rPr>
                <w:rFonts w:ascii="Corbel" w:hAnsi="Corbel"/>
                <w:sz w:val="24"/>
                <w:szCs w:val="24"/>
              </w:rPr>
              <w:t xml:space="preserve"> </w:t>
            </w:r>
            <w:r w:rsidR="00C61DC5" w:rsidRPr="00A40C9B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3A1BE548" w14:textId="0A9E5D72" w:rsidR="00C61DC5" w:rsidRPr="00A40C9B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-</w:t>
            </w:r>
            <w:r w:rsidR="00D415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0C9B">
              <w:rPr>
                <w:rFonts w:ascii="Corbel" w:hAnsi="Corbel"/>
                <w:sz w:val="24"/>
                <w:szCs w:val="24"/>
              </w:rPr>
              <w:t>udział w</w:t>
            </w:r>
            <w:r w:rsidR="00C61DC5" w:rsidRPr="00A40C9B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104" w:type="dxa"/>
          </w:tcPr>
          <w:p w14:paraId="5B37D7EB" w14:textId="77777777" w:rsidR="00225479" w:rsidRPr="00A40C9B" w:rsidRDefault="00225479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632745" w14:textId="77777777" w:rsidR="00C61DC5" w:rsidRPr="00A40C9B" w:rsidRDefault="00210702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3</w:t>
            </w:r>
          </w:p>
          <w:p w14:paraId="5EE62DD3" w14:textId="77777777" w:rsidR="00DE7D18" w:rsidRPr="00A40C9B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40C9B" w14:paraId="2C54320F" w14:textId="77777777" w:rsidTr="00D4152F">
        <w:tc>
          <w:tcPr>
            <w:tcW w:w="5416" w:type="dxa"/>
          </w:tcPr>
          <w:p w14:paraId="197C9B46" w14:textId="77777777" w:rsidR="00891F94" w:rsidRPr="00A40C9B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 xml:space="preserve">Godziny niekontaktowe – praca własna studenta: </w:t>
            </w:r>
          </w:p>
          <w:p w14:paraId="5C5D9A6E" w14:textId="78739722" w:rsidR="00A40C9B" w:rsidRDefault="00A40C9B" w:rsidP="00A40C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-</w:t>
            </w:r>
            <w:r w:rsidR="00D415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0C9B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0DFA4B2D" w14:textId="0579E073" w:rsidR="00A40C9B" w:rsidRPr="00A40C9B" w:rsidRDefault="00A40C9B" w:rsidP="00A40C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4152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5622AF53" w14:textId="2FA4613D" w:rsidR="00891F94" w:rsidRPr="00A40C9B" w:rsidRDefault="00A40C9B" w:rsidP="00A40C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-</w:t>
            </w:r>
            <w:r w:rsidR="00D415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0C9B">
              <w:rPr>
                <w:rFonts w:ascii="Corbel" w:hAnsi="Corbel"/>
                <w:sz w:val="24"/>
                <w:szCs w:val="24"/>
              </w:rPr>
              <w:t>studiowanie literatury (przeczytanie obowiązkowych lektur)</w:t>
            </w:r>
          </w:p>
        </w:tc>
        <w:tc>
          <w:tcPr>
            <w:tcW w:w="4104" w:type="dxa"/>
          </w:tcPr>
          <w:p w14:paraId="0BACE2EA" w14:textId="77777777" w:rsidR="00C61DC5" w:rsidRPr="00A40C9B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89E3BC" w14:textId="77777777" w:rsidR="00891F94" w:rsidRPr="00A40C9B" w:rsidRDefault="00891F9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EF243AA" w14:textId="77777777" w:rsidR="00891F94" w:rsidRPr="00A40C9B" w:rsidRDefault="00A40C9B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2F1ABC95" w14:textId="77777777" w:rsidR="00891F94" w:rsidRPr="00A40C9B" w:rsidRDefault="00A40C9B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2FC17938" w14:textId="77777777" w:rsidR="00891F94" w:rsidRPr="00A40C9B" w:rsidRDefault="00A40C9B" w:rsidP="00337F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10702" w:rsidRPr="00A40C9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A40C9B" w14:paraId="2E13407A" w14:textId="77777777" w:rsidTr="00D4152F">
        <w:tc>
          <w:tcPr>
            <w:tcW w:w="5416" w:type="dxa"/>
          </w:tcPr>
          <w:p w14:paraId="351145B0" w14:textId="77777777" w:rsidR="0085747A" w:rsidRPr="00A40C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72AB3B6A" w14:textId="77777777" w:rsidR="0085747A" w:rsidRPr="00A40C9B" w:rsidRDefault="00210702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40C9B" w14:paraId="2D1C5F69" w14:textId="77777777" w:rsidTr="00D4152F">
        <w:tc>
          <w:tcPr>
            <w:tcW w:w="5416" w:type="dxa"/>
          </w:tcPr>
          <w:p w14:paraId="339D629C" w14:textId="77777777" w:rsidR="0085747A" w:rsidRPr="00A40C9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0C9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37DCCFCB" w14:textId="77777777" w:rsidR="0085747A" w:rsidRPr="00A40C9B" w:rsidRDefault="00210702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850F9E" w14:textId="77777777" w:rsidR="0085747A" w:rsidRPr="00A40C9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0C9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40C9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B4FD62" w14:textId="77777777" w:rsidR="003E1941" w:rsidRPr="00A40C9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98267" w14:textId="77777777" w:rsidR="0085747A" w:rsidRPr="00A40C9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0C9B">
        <w:rPr>
          <w:rFonts w:ascii="Corbel" w:hAnsi="Corbel"/>
          <w:smallCaps w:val="0"/>
          <w:szCs w:val="24"/>
        </w:rPr>
        <w:t xml:space="preserve">6. </w:t>
      </w:r>
      <w:r w:rsidR="0085747A" w:rsidRPr="00A40C9B">
        <w:rPr>
          <w:rFonts w:ascii="Corbel" w:hAnsi="Corbel"/>
          <w:smallCaps w:val="0"/>
          <w:szCs w:val="24"/>
        </w:rPr>
        <w:t>PRAKTYKI ZAWO</w:t>
      </w:r>
      <w:r w:rsidR="009C1331" w:rsidRPr="00A40C9B">
        <w:rPr>
          <w:rFonts w:ascii="Corbel" w:hAnsi="Corbel"/>
          <w:smallCaps w:val="0"/>
          <w:szCs w:val="24"/>
        </w:rPr>
        <w:t>DOWE W RAMACH PRZEDMIOTU</w:t>
      </w:r>
    </w:p>
    <w:p w14:paraId="23BC6F2E" w14:textId="77777777" w:rsidR="0085747A" w:rsidRPr="00A40C9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A40C9B" w14:paraId="22E9658D" w14:textId="77777777" w:rsidTr="00B25B70">
        <w:trPr>
          <w:trHeight w:val="397"/>
        </w:trPr>
        <w:tc>
          <w:tcPr>
            <w:tcW w:w="4082" w:type="dxa"/>
          </w:tcPr>
          <w:p w14:paraId="0F01EF50" w14:textId="77777777" w:rsidR="0085747A" w:rsidRPr="00A40C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8467AFF" w14:textId="77777777" w:rsidR="0085747A" w:rsidRPr="00A40C9B" w:rsidRDefault="00BC5ACF" w:rsidP="00BC5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DA4EBE" w:rsidRPr="00A40C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A40C9B" w14:paraId="43725072" w14:textId="77777777" w:rsidTr="00B25B70">
        <w:trPr>
          <w:trHeight w:val="397"/>
        </w:trPr>
        <w:tc>
          <w:tcPr>
            <w:tcW w:w="4082" w:type="dxa"/>
          </w:tcPr>
          <w:p w14:paraId="6EE98EB0" w14:textId="77777777" w:rsidR="0085747A" w:rsidRPr="00A40C9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113E62F" w14:textId="77777777" w:rsidR="0085747A" w:rsidRPr="00A40C9B" w:rsidRDefault="00BC5ACF" w:rsidP="00BC5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0C9B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DA4EBE" w:rsidRPr="00A40C9B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1385082C" w14:textId="77777777" w:rsidR="003E1941" w:rsidRPr="00A40C9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9742E5" w14:textId="77777777" w:rsidR="0085747A" w:rsidRPr="00A40C9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0C9B">
        <w:rPr>
          <w:rFonts w:ascii="Corbel" w:hAnsi="Corbel"/>
          <w:smallCaps w:val="0"/>
          <w:szCs w:val="24"/>
        </w:rPr>
        <w:t xml:space="preserve">7. </w:t>
      </w:r>
      <w:r w:rsidR="0085747A" w:rsidRPr="00A40C9B">
        <w:rPr>
          <w:rFonts w:ascii="Corbel" w:hAnsi="Corbel"/>
          <w:smallCaps w:val="0"/>
          <w:szCs w:val="24"/>
        </w:rPr>
        <w:t>LITERATURA</w:t>
      </w:r>
    </w:p>
    <w:p w14:paraId="52EE2CE6" w14:textId="77777777" w:rsidR="00675843" w:rsidRPr="00A40C9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40C9B" w14:paraId="3A549C23" w14:textId="77777777" w:rsidTr="00724B33">
        <w:trPr>
          <w:trHeight w:val="397"/>
        </w:trPr>
        <w:tc>
          <w:tcPr>
            <w:tcW w:w="5000" w:type="pct"/>
          </w:tcPr>
          <w:p w14:paraId="163D4800" w14:textId="77777777" w:rsidR="009A623D" w:rsidRPr="00A40C9B" w:rsidRDefault="0085747A" w:rsidP="001E79B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40C9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7FFF6AD" w14:textId="77777777" w:rsidR="001E79BB" w:rsidRPr="00A40C9B" w:rsidRDefault="00312F42" w:rsidP="001E79BB">
            <w:pPr>
              <w:pStyle w:val="Podtytu"/>
              <w:jc w:val="both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Brophy</w:t>
            </w:r>
            <w:r w:rsidR="001E79BB" w:rsidRPr="00A40C9B">
              <w:rPr>
                <w:rFonts w:ascii="Corbel" w:hAnsi="Corbel"/>
                <w:sz w:val="24"/>
                <w:szCs w:val="24"/>
              </w:rPr>
              <w:t>,</w:t>
            </w:r>
            <w:r w:rsidRPr="00A40C9B">
              <w:rPr>
                <w:rFonts w:ascii="Corbel" w:hAnsi="Corbel"/>
                <w:sz w:val="24"/>
                <w:szCs w:val="24"/>
              </w:rPr>
              <w:t xml:space="preserve"> J. </w:t>
            </w:r>
            <w:r w:rsidR="001E79BB" w:rsidRPr="00A40C9B">
              <w:rPr>
                <w:rFonts w:ascii="Corbel" w:hAnsi="Corbel"/>
                <w:sz w:val="24"/>
                <w:szCs w:val="24"/>
              </w:rPr>
              <w:t>(</w:t>
            </w:r>
            <w:r w:rsidRPr="00A40C9B">
              <w:rPr>
                <w:rFonts w:ascii="Corbel" w:hAnsi="Corbel"/>
                <w:sz w:val="24"/>
                <w:szCs w:val="24"/>
              </w:rPr>
              <w:t>2007</w:t>
            </w:r>
            <w:r w:rsidR="001E79BB" w:rsidRPr="00A40C9B">
              <w:rPr>
                <w:rFonts w:ascii="Corbel" w:hAnsi="Corbel"/>
                <w:sz w:val="24"/>
                <w:szCs w:val="24"/>
              </w:rPr>
              <w:t>)</w:t>
            </w:r>
            <w:r w:rsidRPr="00A40C9B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40C9B">
              <w:rPr>
                <w:rFonts w:ascii="Corbel" w:hAnsi="Corbel"/>
                <w:i/>
                <w:iCs/>
                <w:sz w:val="24"/>
                <w:szCs w:val="24"/>
              </w:rPr>
              <w:t>Motywowanie uczniów do nauki</w:t>
            </w:r>
            <w:r w:rsidRPr="00A40C9B">
              <w:rPr>
                <w:rFonts w:ascii="Corbel" w:hAnsi="Corbel"/>
                <w:sz w:val="24"/>
                <w:szCs w:val="24"/>
              </w:rPr>
              <w:t xml:space="preserve">. </w:t>
            </w:r>
            <w:r w:rsidR="00BD53BB" w:rsidRPr="00A40C9B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A40C9B">
              <w:rPr>
                <w:rFonts w:ascii="Corbel" w:hAnsi="Corbel"/>
                <w:sz w:val="24"/>
                <w:szCs w:val="24"/>
              </w:rPr>
              <w:t>Wydawnictwo Naukowe PWN.</w:t>
            </w:r>
            <w:r w:rsidR="00A40C9B">
              <w:rPr>
                <w:rFonts w:ascii="Corbel" w:hAnsi="Corbel"/>
                <w:sz w:val="24"/>
                <w:szCs w:val="24"/>
              </w:rPr>
              <w:t xml:space="preserve"> (wybrane fragmenty)</w:t>
            </w:r>
          </w:p>
          <w:p w14:paraId="41A71A0C" w14:textId="77777777" w:rsidR="007E0DD8" w:rsidRPr="00A40C9B" w:rsidRDefault="001E79BB" w:rsidP="001E79BB">
            <w:pPr>
              <w:pStyle w:val="Podtytu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 xml:space="preserve">Galloway, Ch. (1988). </w:t>
            </w:r>
            <w:r w:rsidRPr="00A40C9B">
              <w:rPr>
                <w:rFonts w:ascii="Corbel" w:hAnsi="Corbel"/>
                <w:i/>
                <w:iCs/>
                <w:sz w:val="24"/>
                <w:szCs w:val="24"/>
              </w:rPr>
              <w:t>Psychologia uczenia się i nauczania</w:t>
            </w:r>
            <w:r w:rsidRPr="00A40C9B">
              <w:rPr>
                <w:rFonts w:ascii="Corbel" w:hAnsi="Corbel"/>
                <w:sz w:val="24"/>
                <w:szCs w:val="24"/>
              </w:rPr>
              <w:t>, t. 1.</w:t>
            </w:r>
            <w:r w:rsidR="00A30EFE" w:rsidRPr="00A40C9B">
              <w:rPr>
                <w:rFonts w:ascii="Corbel" w:hAnsi="Corbel"/>
                <w:sz w:val="24"/>
                <w:szCs w:val="24"/>
              </w:rPr>
              <w:t>,</w:t>
            </w:r>
            <w:r w:rsidR="00BD53BB" w:rsidRPr="00A40C9B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A40C9B">
              <w:rPr>
                <w:rFonts w:ascii="Corbel" w:hAnsi="Corbel"/>
                <w:sz w:val="24"/>
                <w:szCs w:val="24"/>
              </w:rPr>
              <w:t>P</w:t>
            </w:r>
            <w:r w:rsidR="00A30EFE" w:rsidRPr="00A40C9B">
              <w:rPr>
                <w:rFonts w:ascii="Corbel" w:hAnsi="Corbel"/>
                <w:sz w:val="24"/>
                <w:szCs w:val="24"/>
              </w:rPr>
              <w:t>WN</w:t>
            </w:r>
            <w:r w:rsidR="00BD53BB" w:rsidRPr="00A40C9B">
              <w:rPr>
                <w:rFonts w:ascii="Corbel" w:hAnsi="Corbel"/>
                <w:sz w:val="24"/>
                <w:szCs w:val="24"/>
              </w:rPr>
              <w:t>.</w:t>
            </w:r>
            <w:r w:rsidR="00A40C9B">
              <w:rPr>
                <w:rFonts w:ascii="Corbel" w:hAnsi="Corbel"/>
                <w:sz w:val="24"/>
                <w:szCs w:val="24"/>
              </w:rPr>
              <w:t xml:space="preserve"> (wybrane fragmenty)</w:t>
            </w:r>
          </w:p>
          <w:p w14:paraId="429F17F9" w14:textId="77777777" w:rsidR="00F620AB" w:rsidRPr="00A40C9B" w:rsidRDefault="00F620AB" w:rsidP="001E79B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A40C9B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lastRenderedPageBreak/>
              <w:t>Plewka</w:t>
            </w:r>
            <w:r w:rsidR="00A30EFE" w:rsidRPr="00A40C9B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</w:t>
            </w:r>
            <w:r w:rsidRPr="00A40C9B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Cz., Taraszkiewicz</w:t>
            </w:r>
            <w:r w:rsidR="00A30EFE" w:rsidRPr="00A40C9B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</w:t>
            </w:r>
            <w:r w:rsidRPr="00A40C9B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M. (2010), </w:t>
            </w:r>
            <w:r w:rsidRPr="00A40C9B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Uczymy się uczyć</w:t>
            </w:r>
            <w:r w:rsidR="00A30EFE" w:rsidRPr="00A40C9B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  <w:r w:rsidR="00A40C9B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BD53BB" w:rsidRPr="00A40C9B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Szczecin: </w:t>
            </w:r>
            <w:r w:rsidRPr="00A40C9B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Towarzystwo </w:t>
            </w:r>
            <w:r w:rsidR="00312F42" w:rsidRPr="00A40C9B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</w:t>
            </w:r>
            <w:r w:rsidRPr="00A40C9B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iedzy Powszechnej</w:t>
            </w:r>
            <w:r w:rsidR="00BD53BB" w:rsidRPr="00A40C9B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.</w:t>
            </w:r>
            <w:r w:rsidR="00A40C9B">
              <w:rPr>
                <w:rFonts w:ascii="Corbel" w:hAnsi="Corbel"/>
                <w:sz w:val="24"/>
                <w:szCs w:val="24"/>
              </w:rPr>
              <w:t xml:space="preserve"> (wybrane fragmenty)</w:t>
            </w:r>
          </w:p>
          <w:p w14:paraId="6C678E96" w14:textId="77777777" w:rsidR="0016707B" w:rsidRPr="00A40C9B" w:rsidRDefault="0016707B" w:rsidP="00A40C9B">
            <w:pPr>
              <w:pStyle w:val="Bezodstpw"/>
              <w:rPr>
                <w:rFonts w:ascii="Corbel" w:hAnsi="Corbel"/>
                <w:b/>
                <w:smallCaps/>
              </w:rPr>
            </w:pPr>
            <w:r w:rsidRPr="00444E7E">
              <w:rPr>
                <w:rFonts w:ascii="Corbel" w:hAnsi="Corbel"/>
              </w:rPr>
              <w:t>Zimbardo</w:t>
            </w:r>
            <w:r w:rsidR="00804859" w:rsidRPr="00444E7E">
              <w:rPr>
                <w:rFonts w:ascii="Corbel" w:hAnsi="Corbel"/>
              </w:rPr>
              <w:t>, P.H.</w:t>
            </w:r>
            <w:r w:rsidRPr="00444E7E">
              <w:rPr>
                <w:rFonts w:ascii="Corbel" w:hAnsi="Corbel"/>
              </w:rPr>
              <w:t>,  Johnson</w:t>
            </w:r>
            <w:r w:rsidR="001E79BB" w:rsidRPr="00444E7E">
              <w:rPr>
                <w:rFonts w:ascii="Corbel" w:hAnsi="Corbel"/>
              </w:rPr>
              <w:t>,</w:t>
            </w:r>
            <w:r w:rsidR="00804859" w:rsidRPr="00444E7E">
              <w:rPr>
                <w:rFonts w:ascii="Corbel" w:hAnsi="Corbel"/>
              </w:rPr>
              <w:t xml:space="preserve"> R.L.</w:t>
            </w:r>
            <w:r w:rsidR="001E79BB" w:rsidRPr="00444E7E">
              <w:rPr>
                <w:rFonts w:ascii="Corbel" w:hAnsi="Corbel"/>
              </w:rPr>
              <w:t xml:space="preserve">, </w:t>
            </w:r>
            <w:r w:rsidRPr="00444E7E">
              <w:rPr>
                <w:rFonts w:ascii="Corbel" w:hAnsi="Corbel"/>
              </w:rPr>
              <w:t>McCann</w:t>
            </w:r>
            <w:r w:rsidR="00804859" w:rsidRPr="00444E7E">
              <w:rPr>
                <w:rFonts w:ascii="Corbel" w:hAnsi="Corbel"/>
              </w:rPr>
              <w:t xml:space="preserve">, V. </w:t>
            </w:r>
            <w:r w:rsidRPr="00444E7E">
              <w:rPr>
                <w:rFonts w:ascii="Corbel" w:hAnsi="Corbel"/>
              </w:rPr>
              <w:t>(2017)</w:t>
            </w:r>
            <w:r w:rsidR="00804859" w:rsidRPr="00444E7E">
              <w:rPr>
                <w:rFonts w:ascii="Corbel" w:hAnsi="Corbel"/>
              </w:rPr>
              <w:t xml:space="preserve">. </w:t>
            </w:r>
            <w:r w:rsidRPr="00A40C9B">
              <w:rPr>
                <w:rFonts w:ascii="Corbel" w:hAnsi="Corbel"/>
              </w:rPr>
              <w:t>Psychologia</w:t>
            </w:r>
            <w:r w:rsidR="001E79BB" w:rsidRPr="00A40C9B">
              <w:rPr>
                <w:rFonts w:ascii="Corbel" w:hAnsi="Corbel"/>
              </w:rPr>
              <w:t>.</w:t>
            </w:r>
            <w:r w:rsidRPr="00A40C9B">
              <w:rPr>
                <w:rFonts w:ascii="Corbel" w:hAnsi="Corbel"/>
              </w:rPr>
              <w:t xml:space="preserve"> Kluczowe koncepcje. T</w:t>
            </w:r>
            <w:r w:rsidR="00A30EFE" w:rsidRPr="00A40C9B">
              <w:rPr>
                <w:rFonts w:ascii="Corbel" w:hAnsi="Corbel"/>
              </w:rPr>
              <w:t>.</w:t>
            </w:r>
            <w:r w:rsidRPr="00A40C9B">
              <w:rPr>
                <w:rFonts w:ascii="Corbel" w:hAnsi="Corbel"/>
              </w:rPr>
              <w:t xml:space="preserve"> 2</w:t>
            </w:r>
            <w:r w:rsidR="00A30EFE" w:rsidRPr="00A40C9B">
              <w:rPr>
                <w:rFonts w:ascii="Corbel" w:hAnsi="Corbel"/>
              </w:rPr>
              <w:t>,</w:t>
            </w:r>
            <w:r w:rsidR="00A40C9B" w:rsidRPr="00A40C9B">
              <w:rPr>
                <w:rFonts w:ascii="Corbel" w:hAnsi="Corbel"/>
                <w:b/>
                <w:smallCaps/>
              </w:rPr>
              <w:t xml:space="preserve"> </w:t>
            </w:r>
            <w:r w:rsidRPr="00A40C9B">
              <w:rPr>
                <w:rFonts w:ascii="Corbel" w:hAnsi="Corbel"/>
                <w:i/>
                <w:iCs/>
              </w:rPr>
              <w:t>Motywacja i uczenie się</w:t>
            </w:r>
            <w:r w:rsidR="00BD53BB" w:rsidRPr="00A40C9B">
              <w:rPr>
                <w:rFonts w:ascii="Corbel" w:hAnsi="Corbel"/>
                <w:i/>
                <w:iCs/>
              </w:rPr>
              <w:t>.</w:t>
            </w:r>
            <w:r w:rsidR="00A40C9B" w:rsidRPr="00A40C9B">
              <w:rPr>
                <w:rFonts w:ascii="Corbel" w:hAnsi="Corbel"/>
                <w:b/>
                <w:i/>
                <w:iCs/>
                <w:smallCaps/>
              </w:rPr>
              <w:t xml:space="preserve"> </w:t>
            </w:r>
            <w:r w:rsidR="00BD53BB" w:rsidRPr="00A40C9B">
              <w:rPr>
                <w:rFonts w:ascii="Corbel" w:hAnsi="Corbel"/>
              </w:rPr>
              <w:t xml:space="preserve">Warszawa: </w:t>
            </w:r>
            <w:r w:rsidRPr="00A40C9B">
              <w:rPr>
                <w:rFonts w:ascii="Corbel" w:hAnsi="Corbel"/>
              </w:rPr>
              <w:t>PWN.</w:t>
            </w:r>
            <w:r w:rsidR="00A40C9B" w:rsidRPr="00A40C9B">
              <w:rPr>
                <w:rFonts w:ascii="Corbel" w:hAnsi="Corbel"/>
                <w:b/>
                <w:smallCaps/>
              </w:rPr>
              <w:t xml:space="preserve"> </w:t>
            </w:r>
            <w:r w:rsidR="00A40C9B" w:rsidRPr="00A40C9B">
              <w:rPr>
                <w:rFonts w:ascii="Corbel" w:hAnsi="Corbel"/>
              </w:rPr>
              <w:t>(wybrane fragmenty)</w:t>
            </w:r>
          </w:p>
          <w:p w14:paraId="5BD5F63E" w14:textId="77777777" w:rsidR="009A623D" w:rsidRPr="00A40C9B" w:rsidRDefault="009A623D" w:rsidP="001E7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40C9B" w14:paraId="138EF44D" w14:textId="77777777" w:rsidTr="00724B33">
        <w:trPr>
          <w:trHeight w:val="397"/>
        </w:trPr>
        <w:tc>
          <w:tcPr>
            <w:tcW w:w="5000" w:type="pct"/>
          </w:tcPr>
          <w:p w14:paraId="496EDB48" w14:textId="5033233F" w:rsidR="007A3F95" w:rsidRPr="00D4152F" w:rsidRDefault="0085747A" w:rsidP="00C52EC7">
            <w:pPr>
              <w:pStyle w:val="Podtytu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40C9B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14:paraId="3CDF352B" w14:textId="77777777" w:rsidR="00D2200B" w:rsidRPr="00A40C9B" w:rsidRDefault="00D2200B" w:rsidP="00C52EC7">
            <w:pPr>
              <w:pStyle w:val="Podtytu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40C9B">
              <w:rPr>
                <w:rFonts w:ascii="Corbel" w:hAnsi="Corbel"/>
                <w:color w:val="000000"/>
                <w:sz w:val="24"/>
                <w:szCs w:val="24"/>
              </w:rPr>
              <w:t>Anderson, J.R. (1998)</w:t>
            </w:r>
            <w:r w:rsidR="00BD53BB" w:rsidRPr="00A40C9B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A40C9B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Uczenie się i pamięć. Integracja zagadnień</w:t>
            </w:r>
            <w:r w:rsidR="00BD53BB" w:rsidRPr="00A40C9B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A40C9B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BD53BB" w:rsidRPr="00A40C9B">
              <w:rPr>
                <w:rFonts w:ascii="Corbel" w:hAnsi="Corbel"/>
                <w:color w:val="000000"/>
                <w:sz w:val="24"/>
                <w:szCs w:val="24"/>
              </w:rPr>
              <w:t>: WSiP</w:t>
            </w:r>
            <w:r w:rsidRPr="00A40C9B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5A078E8F" w14:textId="77777777" w:rsidR="00BD095D" w:rsidRPr="00A40C9B" w:rsidRDefault="00BD095D" w:rsidP="00C52EC7">
            <w:pPr>
              <w:pStyle w:val="Podtytu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40C9B">
              <w:rPr>
                <w:rFonts w:ascii="Corbel" w:hAnsi="Corbel"/>
                <w:color w:val="000000"/>
                <w:sz w:val="24"/>
                <w:szCs w:val="24"/>
              </w:rPr>
              <w:t xml:space="preserve">Buehl, D. (2004). </w:t>
            </w:r>
            <w:r w:rsidRPr="00A40C9B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Strategie aktywnego nauczania, czyli jak efektywnie nauczać i skutecznie uczyć się. </w:t>
            </w:r>
            <w:r w:rsidR="00BD53BB" w:rsidRPr="00A40C9B">
              <w:rPr>
                <w:rFonts w:ascii="Corbel" w:hAnsi="Corbel"/>
                <w:color w:val="000000"/>
                <w:sz w:val="24"/>
                <w:szCs w:val="24"/>
              </w:rPr>
              <w:t xml:space="preserve">Kraków: </w:t>
            </w:r>
            <w:r w:rsidRPr="00A40C9B">
              <w:rPr>
                <w:rFonts w:ascii="Corbel" w:hAnsi="Corbel"/>
                <w:color w:val="000000"/>
                <w:sz w:val="24"/>
                <w:szCs w:val="24"/>
              </w:rPr>
              <w:t>Wydawnictwo Edukacyjne.</w:t>
            </w:r>
          </w:p>
          <w:p w14:paraId="6EF4D8EA" w14:textId="77777777" w:rsidR="00C52EC7" w:rsidRPr="00A40C9B" w:rsidRDefault="00C52EC7" w:rsidP="00C52EC7">
            <w:pPr>
              <w:pStyle w:val="Podtytu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40C9B">
              <w:rPr>
                <w:rFonts w:ascii="Corbel" w:hAnsi="Corbel"/>
                <w:iCs/>
                <w:sz w:val="24"/>
                <w:szCs w:val="24"/>
              </w:rPr>
              <w:t>Ocho</w:t>
            </w:r>
            <w:r w:rsidRPr="00A40C9B">
              <w:rPr>
                <w:rFonts w:ascii="Corbel" w:hAnsi="Corbel"/>
                <w:sz w:val="24"/>
                <w:szCs w:val="24"/>
              </w:rPr>
              <w:t>jska</w:t>
            </w:r>
            <w:r w:rsidR="00BD53BB" w:rsidRPr="00A40C9B">
              <w:rPr>
                <w:rFonts w:ascii="Corbel" w:hAnsi="Corbel"/>
                <w:sz w:val="24"/>
                <w:szCs w:val="24"/>
              </w:rPr>
              <w:t>,</w:t>
            </w:r>
            <w:r w:rsidRPr="00A40C9B">
              <w:rPr>
                <w:rFonts w:ascii="Corbel" w:hAnsi="Corbel"/>
                <w:sz w:val="24"/>
                <w:szCs w:val="24"/>
              </w:rPr>
              <w:t xml:space="preserve"> D.</w:t>
            </w:r>
            <w:r w:rsidR="00F620AB" w:rsidRPr="00A40C9B">
              <w:rPr>
                <w:rFonts w:ascii="Corbel" w:hAnsi="Corbel"/>
                <w:sz w:val="24"/>
                <w:szCs w:val="24"/>
              </w:rPr>
              <w:t xml:space="preserve"> (2011)</w:t>
            </w:r>
            <w:r w:rsidR="00BD53BB" w:rsidRPr="00A40C9B">
              <w:rPr>
                <w:rFonts w:ascii="Corbel" w:hAnsi="Corbel"/>
                <w:sz w:val="24"/>
                <w:szCs w:val="24"/>
              </w:rPr>
              <w:t>.</w:t>
            </w:r>
            <w:r w:rsidRPr="00A40C9B">
              <w:rPr>
                <w:rFonts w:ascii="Corbel" w:hAnsi="Corbel"/>
                <w:iCs/>
                <w:sz w:val="24"/>
                <w:szCs w:val="24"/>
              </w:rPr>
              <w:t>Zachowania lękowe u dzieci a osiągnięcia szkolne</w:t>
            </w:r>
            <w:r w:rsidR="00BD53BB" w:rsidRPr="00A40C9B">
              <w:rPr>
                <w:rFonts w:ascii="Corbel" w:hAnsi="Corbel"/>
                <w:iCs/>
                <w:sz w:val="24"/>
                <w:szCs w:val="24"/>
              </w:rPr>
              <w:t>.(</w:t>
            </w:r>
            <w:r w:rsidRPr="00A40C9B">
              <w:rPr>
                <w:rFonts w:ascii="Corbel" w:hAnsi="Corbel"/>
                <w:sz w:val="24"/>
                <w:szCs w:val="24"/>
              </w:rPr>
              <w:t>W:</w:t>
            </w:r>
            <w:r w:rsidR="00BD53BB" w:rsidRPr="00A40C9B">
              <w:rPr>
                <w:rFonts w:ascii="Corbel" w:hAnsi="Corbel"/>
                <w:sz w:val="24"/>
                <w:szCs w:val="24"/>
              </w:rPr>
              <w:t>)</w:t>
            </w:r>
            <w:r w:rsidRPr="00A40C9B">
              <w:rPr>
                <w:rFonts w:ascii="Corbel" w:hAnsi="Corbel"/>
                <w:sz w:val="24"/>
                <w:szCs w:val="24"/>
              </w:rPr>
              <w:t xml:space="preserve"> W. Błażejewski, Cz. Lewicki, E. Szal (red.)</w:t>
            </w:r>
            <w:r w:rsidR="00BD53BB" w:rsidRPr="00A40C9B">
              <w:rPr>
                <w:rFonts w:ascii="Corbel" w:hAnsi="Corbel"/>
                <w:sz w:val="24"/>
                <w:szCs w:val="24"/>
              </w:rPr>
              <w:t>.</w:t>
            </w:r>
            <w:r w:rsidRPr="00A40C9B">
              <w:rPr>
                <w:rFonts w:ascii="Corbel" w:hAnsi="Corbel"/>
                <w:i/>
                <w:sz w:val="24"/>
                <w:szCs w:val="24"/>
              </w:rPr>
              <w:t>Uczeń zdolny w rodzinie i szkole</w:t>
            </w:r>
            <w:r w:rsidRPr="00A40C9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40C9B">
              <w:rPr>
                <w:rFonts w:ascii="Corbel" w:hAnsi="Corbel"/>
                <w:i/>
                <w:iCs/>
                <w:sz w:val="24"/>
                <w:szCs w:val="24"/>
              </w:rPr>
              <w:t>Dyskurs Pedagogiczny</w:t>
            </w:r>
            <w:r w:rsidRPr="00A40C9B">
              <w:rPr>
                <w:rFonts w:ascii="Corbel" w:hAnsi="Corbel"/>
                <w:sz w:val="24"/>
                <w:szCs w:val="24"/>
              </w:rPr>
              <w:t xml:space="preserve">, T. 1, </w:t>
            </w:r>
            <w:r w:rsidR="00225479" w:rsidRPr="00A40C9B">
              <w:rPr>
                <w:rFonts w:ascii="Corbel" w:hAnsi="Corbel"/>
                <w:sz w:val="24"/>
                <w:szCs w:val="24"/>
              </w:rPr>
              <w:t xml:space="preserve">s. 175- 198. </w:t>
            </w:r>
            <w:r w:rsidR="00BD53BB" w:rsidRPr="00A40C9B">
              <w:rPr>
                <w:rFonts w:ascii="Corbel" w:hAnsi="Corbel"/>
                <w:sz w:val="24"/>
                <w:szCs w:val="24"/>
              </w:rPr>
              <w:t xml:space="preserve">Jarosław: </w:t>
            </w:r>
            <w:r w:rsidRPr="00A40C9B">
              <w:rPr>
                <w:rFonts w:ascii="Corbel" w:hAnsi="Corbel"/>
                <w:sz w:val="24"/>
                <w:szCs w:val="24"/>
              </w:rPr>
              <w:t>Wydawn. PWSTE.</w:t>
            </w:r>
          </w:p>
          <w:p w14:paraId="42328876" w14:textId="77777777" w:rsidR="00804859" w:rsidRPr="00A40C9B" w:rsidRDefault="00804859" w:rsidP="00804859">
            <w:pPr>
              <w:pStyle w:val="Podtytu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40C9B">
              <w:rPr>
                <w:rFonts w:ascii="Corbel" w:hAnsi="Corbel"/>
                <w:iCs/>
                <w:sz w:val="24"/>
                <w:szCs w:val="24"/>
              </w:rPr>
              <w:t>Ochojska</w:t>
            </w:r>
            <w:r w:rsidRPr="00A40C9B">
              <w:rPr>
                <w:rFonts w:ascii="Corbel" w:hAnsi="Corbel"/>
                <w:sz w:val="24"/>
                <w:szCs w:val="24"/>
              </w:rPr>
              <w:t>, D. (2017)</w:t>
            </w:r>
            <w:r w:rsidR="00BD53BB" w:rsidRPr="00A40C9B">
              <w:rPr>
                <w:rFonts w:ascii="Corbel" w:hAnsi="Corbel"/>
                <w:sz w:val="24"/>
                <w:szCs w:val="24"/>
              </w:rPr>
              <w:t>.</w:t>
            </w:r>
            <w:r w:rsidRPr="00A40C9B">
              <w:rPr>
                <w:rFonts w:ascii="Corbel" w:hAnsi="Corbel"/>
                <w:iCs/>
                <w:sz w:val="24"/>
                <w:szCs w:val="24"/>
              </w:rPr>
              <w:t>Czynniki motywujące do nauki w szkole średniej z perspektywy studentek kierunków pedagogicznych</w:t>
            </w:r>
            <w:r w:rsidR="00BD53BB" w:rsidRPr="00A40C9B">
              <w:rPr>
                <w:rFonts w:ascii="Corbel" w:hAnsi="Corbel"/>
                <w:iCs/>
                <w:sz w:val="24"/>
                <w:szCs w:val="24"/>
              </w:rPr>
              <w:t>.</w:t>
            </w:r>
            <w:r w:rsidRPr="00A40C9B">
              <w:rPr>
                <w:rFonts w:ascii="Corbel" w:hAnsi="Corbel"/>
                <w:i/>
                <w:iCs/>
                <w:sz w:val="24"/>
                <w:szCs w:val="24"/>
              </w:rPr>
              <w:t>Edukacja-Technika-Informatyka</w:t>
            </w:r>
            <w:r w:rsidRPr="00A40C9B">
              <w:rPr>
                <w:rFonts w:ascii="Corbel" w:hAnsi="Corbel"/>
                <w:sz w:val="24"/>
                <w:szCs w:val="24"/>
              </w:rPr>
              <w:t>, 4</w:t>
            </w:r>
            <w:r w:rsidR="00BD53BB" w:rsidRPr="00A40C9B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A40C9B">
              <w:rPr>
                <w:rFonts w:ascii="Corbel" w:hAnsi="Corbel"/>
                <w:sz w:val="24"/>
                <w:szCs w:val="24"/>
              </w:rPr>
              <w:t>22</w:t>
            </w:r>
            <w:r w:rsidR="00BD53BB" w:rsidRPr="00A40C9B">
              <w:rPr>
                <w:rFonts w:ascii="Corbel" w:hAnsi="Corbel"/>
                <w:sz w:val="24"/>
                <w:szCs w:val="24"/>
              </w:rPr>
              <w:t>)</w:t>
            </w:r>
            <w:r w:rsidRPr="00A40C9B">
              <w:rPr>
                <w:rFonts w:ascii="Corbel" w:hAnsi="Corbel"/>
                <w:sz w:val="24"/>
                <w:szCs w:val="24"/>
              </w:rPr>
              <w:t xml:space="preserve">, 65-71. </w:t>
            </w:r>
          </w:p>
          <w:p w14:paraId="27A9EFA9" w14:textId="77777777" w:rsidR="00A30EFE" w:rsidRPr="00A40C9B" w:rsidRDefault="00A30EFE" w:rsidP="00A30E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Ochojska, D. (2019</w:t>
            </w:r>
            <w:r w:rsidRPr="00A40C9B">
              <w:rPr>
                <w:rFonts w:ascii="Corbel" w:hAnsi="Corbel"/>
                <w:i/>
                <w:iCs/>
                <w:sz w:val="24"/>
                <w:szCs w:val="24"/>
              </w:rPr>
              <w:t>)</w:t>
            </w:r>
            <w:r w:rsidR="00BD53BB" w:rsidRPr="00A40C9B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A40C9B">
              <w:rPr>
                <w:rFonts w:ascii="Corbel" w:hAnsi="Corbel"/>
                <w:sz w:val="24"/>
                <w:szCs w:val="24"/>
              </w:rPr>
              <w:t>Organizacja przestrzeni klasy szkolnej a efektywność nauczania</w:t>
            </w:r>
            <w:r w:rsidR="00225479" w:rsidRPr="00A40C9B">
              <w:rPr>
                <w:rFonts w:ascii="Corbel" w:hAnsi="Corbel"/>
                <w:sz w:val="24"/>
                <w:szCs w:val="24"/>
              </w:rPr>
              <w:t>.</w:t>
            </w:r>
            <w:r w:rsidRPr="00A40C9B">
              <w:rPr>
                <w:rFonts w:ascii="Corbel" w:hAnsi="Corbel"/>
                <w:i/>
                <w:iCs/>
                <w:sz w:val="24"/>
                <w:szCs w:val="24"/>
              </w:rPr>
              <w:t>Edukacja – Technika – Informatyka</w:t>
            </w:r>
            <w:r w:rsidRPr="00A40C9B">
              <w:rPr>
                <w:rFonts w:ascii="Corbel" w:hAnsi="Corbel"/>
                <w:sz w:val="24"/>
                <w:szCs w:val="24"/>
              </w:rPr>
              <w:t xml:space="preserve">, 4(30),  32-37. </w:t>
            </w:r>
          </w:p>
          <w:p w14:paraId="3D5BE33D" w14:textId="77777777" w:rsidR="0085747A" w:rsidRPr="00A40C9B" w:rsidRDefault="00A30EFE" w:rsidP="00BD09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0C9B">
              <w:rPr>
                <w:rFonts w:ascii="Corbel" w:hAnsi="Corbel"/>
                <w:sz w:val="24"/>
                <w:szCs w:val="24"/>
              </w:rPr>
              <w:t>Roediger, H.L., McDaniel, M.A., Brown, P.C. (2016).</w:t>
            </w:r>
            <w:r w:rsidRPr="00A40C9B">
              <w:rPr>
                <w:rFonts w:ascii="Corbel" w:hAnsi="Corbel"/>
                <w:i/>
                <w:iCs/>
                <w:sz w:val="24"/>
                <w:szCs w:val="24"/>
              </w:rPr>
              <w:t>Harvardzki podręcznik skutecznego uczenia się.</w:t>
            </w:r>
            <w:r w:rsidR="002E6A6A" w:rsidRPr="00A40C9B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="00BD095D" w:rsidRPr="00A40C9B">
              <w:rPr>
                <w:rFonts w:ascii="Corbel" w:hAnsi="Corbel"/>
                <w:sz w:val="24"/>
                <w:szCs w:val="24"/>
              </w:rPr>
              <w:t xml:space="preserve">Instytut Wydawniczy </w:t>
            </w:r>
            <w:r w:rsidRPr="00A40C9B">
              <w:rPr>
                <w:rFonts w:ascii="Corbel" w:hAnsi="Corbel"/>
                <w:sz w:val="24"/>
                <w:szCs w:val="24"/>
              </w:rPr>
              <w:t>PAX.</w:t>
            </w:r>
          </w:p>
          <w:p w14:paraId="186BC089" w14:textId="77777777" w:rsidR="009A623D" w:rsidRDefault="0030247B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40C9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Żylińska</w:t>
            </w:r>
            <w:r w:rsidR="002E6A6A" w:rsidRPr="00A40C9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A40C9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 (2013)</w:t>
            </w:r>
            <w:r w:rsidR="002E6A6A" w:rsidRPr="00A40C9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A40C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Neurodydaktyka,</w:t>
            </w:r>
            <w:r w:rsidR="00BD095D" w:rsidRPr="00A40C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czyli nauczanie przyjazne mózgowi</w:t>
            </w:r>
            <w:r w:rsidR="00BD095D" w:rsidRPr="00A40C9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E6A6A" w:rsidRPr="00A40C9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Toruń: </w:t>
            </w:r>
            <w:r w:rsidRPr="00A40C9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Wyd. UMK.</w:t>
            </w:r>
          </w:p>
          <w:p w14:paraId="09296186" w14:textId="77777777" w:rsidR="00D4152F" w:rsidRPr="00A40C9B" w:rsidRDefault="00D4152F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E3EDE4D" w14:textId="77777777" w:rsidR="00CD6C93" w:rsidRPr="00A40C9B" w:rsidRDefault="00CD6C93" w:rsidP="00CD6C93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bCs/>
          <w:color w:val="000000"/>
          <w:sz w:val="24"/>
          <w:szCs w:val="24"/>
          <w:lang w:eastAsia="pl-PL"/>
        </w:rPr>
      </w:pPr>
    </w:p>
    <w:p w14:paraId="7CE30FE1" w14:textId="77777777" w:rsidR="0085747A" w:rsidRPr="00A40C9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40C9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40C9B" w:rsidSect="00621E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EFB13" w14:textId="77777777" w:rsidR="00621EC3" w:rsidRDefault="00621EC3" w:rsidP="00C16ABF">
      <w:pPr>
        <w:spacing w:after="0" w:line="240" w:lineRule="auto"/>
      </w:pPr>
      <w:r>
        <w:separator/>
      </w:r>
    </w:p>
  </w:endnote>
  <w:endnote w:type="continuationSeparator" w:id="0">
    <w:p w14:paraId="46F68B6E" w14:textId="77777777" w:rsidR="00621EC3" w:rsidRDefault="00621E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F161B" w14:textId="77777777" w:rsidR="00621EC3" w:rsidRDefault="00621EC3" w:rsidP="00C16ABF">
      <w:pPr>
        <w:spacing w:after="0" w:line="240" w:lineRule="auto"/>
      </w:pPr>
      <w:r>
        <w:separator/>
      </w:r>
    </w:p>
  </w:footnote>
  <w:footnote w:type="continuationSeparator" w:id="0">
    <w:p w14:paraId="524141EB" w14:textId="77777777" w:rsidR="00621EC3" w:rsidRDefault="00621EC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503428"/>
    <w:multiLevelType w:val="hybridMultilevel"/>
    <w:tmpl w:val="C0D09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308307">
    <w:abstractNumId w:val="0"/>
  </w:num>
  <w:num w:numId="2" w16cid:durableId="7636789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739"/>
    <w:rsid w:val="000048FD"/>
    <w:rsid w:val="000077B4"/>
    <w:rsid w:val="00015B8F"/>
    <w:rsid w:val="00022ECE"/>
    <w:rsid w:val="000230A2"/>
    <w:rsid w:val="00042A51"/>
    <w:rsid w:val="00042D2E"/>
    <w:rsid w:val="00044C82"/>
    <w:rsid w:val="00065E35"/>
    <w:rsid w:val="00070ED6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C55B2"/>
    <w:rsid w:val="000D04B0"/>
    <w:rsid w:val="000D219F"/>
    <w:rsid w:val="000F1C57"/>
    <w:rsid w:val="000F5615"/>
    <w:rsid w:val="00106317"/>
    <w:rsid w:val="001235B9"/>
    <w:rsid w:val="00124BFF"/>
    <w:rsid w:val="0012560E"/>
    <w:rsid w:val="00127108"/>
    <w:rsid w:val="00134B13"/>
    <w:rsid w:val="00140F9B"/>
    <w:rsid w:val="00146BC0"/>
    <w:rsid w:val="00153C41"/>
    <w:rsid w:val="00154381"/>
    <w:rsid w:val="001640A7"/>
    <w:rsid w:val="00164981"/>
    <w:rsid w:val="00164FA7"/>
    <w:rsid w:val="00166A03"/>
    <w:rsid w:val="0016707B"/>
    <w:rsid w:val="001718A7"/>
    <w:rsid w:val="00172AC3"/>
    <w:rsid w:val="001737CF"/>
    <w:rsid w:val="00175908"/>
    <w:rsid w:val="00176083"/>
    <w:rsid w:val="001770C7"/>
    <w:rsid w:val="00184E8F"/>
    <w:rsid w:val="00192F37"/>
    <w:rsid w:val="00193629"/>
    <w:rsid w:val="00197E33"/>
    <w:rsid w:val="001A70D2"/>
    <w:rsid w:val="001D2AA0"/>
    <w:rsid w:val="001D657B"/>
    <w:rsid w:val="001D7B54"/>
    <w:rsid w:val="001E0209"/>
    <w:rsid w:val="001E79BB"/>
    <w:rsid w:val="001F2CA2"/>
    <w:rsid w:val="001F6849"/>
    <w:rsid w:val="00210702"/>
    <w:rsid w:val="002144C0"/>
    <w:rsid w:val="0022477D"/>
    <w:rsid w:val="00225479"/>
    <w:rsid w:val="002278A9"/>
    <w:rsid w:val="00231136"/>
    <w:rsid w:val="002336F9"/>
    <w:rsid w:val="0024028F"/>
    <w:rsid w:val="00244ABC"/>
    <w:rsid w:val="002464DD"/>
    <w:rsid w:val="00251800"/>
    <w:rsid w:val="00262B90"/>
    <w:rsid w:val="002706B2"/>
    <w:rsid w:val="00281FF2"/>
    <w:rsid w:val="002857DE"/>
    <w:rsid w:val="002867D2"/>
    <w:rsid w:val="00286BA6"/>
    <w:rsid w:val="00291567"/>
    <w:rsid w:val="002A22BF"/>
    <w:rsid w:val="002A2389"/>
    <w:rsid w:val="002A37C9"/>
    <w:rsid w:val="002A671D"/>
    <w:rsid w:val="002B3C49"/>
    <w:rsid w:val="002B4D55"/>
    <w:rsid w:val="002B5EA0"/>
    <w:rsid w:val="002B6119"/>
    <w:rsid w:val="002C1F06"/>
    <w:rsid w:val="002C20B2"/>
    <w:rsid w:val="002D3375"/>
    <w:rsid w:val="002D4111"/>
    <w:rsid w:val="002D73D4"/>
    <w:rsid w:val="002E6A6A"/>
    <w:rsid w:val="002F02A3"/>
    <w:rsid w:val="002F4ABE"/>
    <w:rsid w:val="003018BA"/>
    <w:rsid w:val="0030247B"/>
    <w:rsid w:val="0030395F"/>
    <w:rsid w:val="00305C92"/>
    <w:rsid w:val="00312F42"/>
    <w:rsid w:val="003151C5"/>
    <w:rsid w:val="003343CF"/>
    <w:rsid w:val="00337FED"/>
    <w:rsid w:val="00345674"/>
    <w:rsid w:val="00346FE9"/>
    <w:rsid w:val="0034759A"/>
    <w:rsid w:val="003503F6"/>
    <w:rsid w:val="003530DD"/>
    <w:rsid w:val="00363F78"/>
    <w:rsid w:val="00382BAA"/>
    <w:rsid w:val="0039341B"/>
    <w:rsid w:val="00395DFE"/>
    <w:rsid w:val="003A0803"/>
    <w:rsid w:val="003A0A5B"/>
    <w:rsid w:val="003A1176"/>
    <w:rsid w:val="003A1EA3"/>
    <w:rsid w:val="003B3405"/>
    <w:rsid w:val="003B4A88"/>
    <w:rsid w:val="003C0BAE"/>
    <w:rsid w:val="003D18A9"/>
    <w:rsid w:val="003D1B9F"/>
    <w:rsid w:val="003D6CE2"/>
    <w:rsid w:val="003E1941"/>
    <w:rsid w:val="003E1BE5"/>
    <w:rsid w:val="003E2FE6"/>
    <w:rsid w:val="003E49D5"/>
    <w:rsid w:val="003F38C0"/>
    <w:rsid w:val="00403819"/>
    <w:rsid w:val="00411F2E"/>
    <w:rsid w:val="00414E3C"/>
    <w:rsid w:val="0042244A"/>
    <w:rsid w:val="0042745A"/>
    <w:rsid w:val="00431D5C"/>
    <w:rsid w:val="004362C6"/>
    <w:rsid w:val="00437FA2"/>
    <w:rsid w:val="004400B8"/>
    <w:rsid w:val="00441860"/>
    <w:rsid w:val="00444E7E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23B1"/>
    <w:rsid w:val="004A3EEA"/>
    <w:rsid w:val="004A4D1F"/>
    <w:rsid w:val="004B3165"/>
    <w:rsid w:val="004C0487"/>
    <w:rsid w:val="004D06E7"/>
    <w:rsid w:val="004D5282"/>
    <w:rsid w:val="004E189B"/>
    <w:rsid w:val="004E422C"/>
    <w:rsid w:val="004F1551"/>
    <w:rsid w:val="004F55A3"/>
    <w:rsid w:val="0050496F"/>
    <w:rsid w:val="0051011E"/>
    <w:rsid w:val="00513B6F"/>
    <w:rsid w:val="00517C63"/>
    <w:rsid w:val="00526C94"/>
    <w:rsid w:val="005323AB"/>
    <w:rsid w:val="00534302"/>
    <w:rsid w:val="005363C4"/>
    <w:rsid w:val="00536BDE"/>
    <w:rsid w:val="00543ACC"/>
    <w:rsid w:val="00561158"/>
    <w:rsid w:val="0056696D"/>
    <w:rsid w:val="00567C24"/>
    <w:rsid w:val="00573EF9"/>
    <w:rsid w:val="0057630A"/>
    <w:rsid w:val="0059484D"/>
    <w:rsid w:val="005A0855"/>
    <w:rsid w:val="005A3196"/>
    <w:rsid w:val="005A6957"/>
    <w:rsid w:val="005B605F"/>
    <w:rsid w:val="005C080F"/>
    <w:rsid w:val="005C55E5"/>
    <w:rsid w:val="005C696A"/>
    <w:rsid w:val="005D005F"/>
    <w:rsid w:val="005E10D0"/>
    <w:rsid w:val="005E6E85"/>
    <w:rsid w:val="005F31D2"/>
    <w:rsid w:val="0060139F"/>
    <w:rsid w:val="006070B7"/>
    <w:rsid w:val="0061029B"/>
    <w:rsid w:val="006112C3"/>
    <w:rsid w:val="00617230"/>
    <w:rsid w:val="00621CE1"/>
    <w:rsid w:val="00621EC3"/>
    <w:rsid w:val="00623812"/>
    <w:rsid w:val="00627FC9"/>
    <w:rsid w:val="00647FA8"/>
    <w:rsid w:val="00650C5F"/>
    <w:rsid w:val="00654934"/>
    <w:rsid w:val="006620D9"/>
    <w:rsid w:val="00671958"/>
    <w:rsid w:val="00675843"/>
    <w:rsid w:val="00685E81"/>
    <w:rsid w:val="0069085F"/>
    <w:rsid w:val="00696477"/>
    <w:rsid w:val="006A2CC6"/>
    <w:rsid w:val="006A5EAC"/>
    <w:rsid w:val="006A649D"/>
    <w:rsid w:val="006B6B58"/>
    <w:rsid w:val="006B6D9B"/>
    <w:rsid w:val="006B7900"/>
    <w:rsid w:val="006D050F"/>
    <w:rsid w:val="006D6139"/>
    <w:rsid w:val="006E29D0"/>
    <w:rsid w:val="006E5D65"/>
    <w:rsid w:val="006E639A"/>
    <w:rsid w:val="006E6FAD"/>
    <w:rsid w:val="006F1282"/>
    <w:rsid w:val="006F1FBC"/>
    <w:rsid w:val="006F31E2"/>
    <w:rsid w:val="00703947"/>
    <w:rsid w:val="00706544"/>
    <w:rsid w:val="007072BA"/>
    <w:rsid w:val="0071620A"/>
    <w:rsid w:val="00724677"/>
    <w:rsid w:val="00724B33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F95"/>
    <w:rsid w:val="007A4022"/>
    <w:rsid w:val="007A6E6E"/>
    <w:rsid w:val="007B250C"/>
    <w:rsid w:val="007C3299"/>
    <w:rsid w:val="007C3BCC"/>
    <w:rsid w:val="007C4546"/>
    <w:rsid w:val="007D6E56"/>
    <w:rsid w:val="007E0DD8"/>
    <w:rsid w:val="007F1652"/>
    <w:rsid w:val="007F4155"/>
    <w:rsid w:val="00804859"/>
    <w:rsid w:val="0081554D"/>
    <w:rsid w:val="0081707E"/>
    <w:rsid w:val="008338CA"/>
    <w:rsid w:val="008449B3"/>
    <w:rsid w:val="00851024"/>
    <w:rsid w:val="0085747A"/>
    <w:rsid w:val="00862D0D"/>
    <w:rsid w:val="00884922"/>
    <w:rsid w:val="00885F64"/>
    <w:rsid w:val="00886473"/>
    <w:rsid w:val="008917F9"/>
    <w:rsid w:val="00891F94"/>
    <w:rsid w:val="008A45F7"/>
    <w:rsid w:val="008B43D7"/>
    <w:rsid w:val="008B45CB"/>
    <w:rsid w:val="008C0CC0"/>
    <w:rsid w:val="008C19A9"/>
    <w:rsid w:val="008C379D"/>
    <w:rsid w:val="008C5147"/>
    <w:rsid w:val="008C5359"/>
    <w:rsid w:val="008C5363"/>
    <w:rsid w:val="008D2CB0"/>
    <w:rsid w:val="008D3DFB"/>
    <w:rsid w:val="008D72C5"/>
    <w:rsid w:val="008E1A51"/>
    <w:rsid w:val="008E2CBE"/>
    <w:rsid w:val="008E4056"/>
    <w:rsid w:val="008E4F0D"/>
    <w:rsid w:val="008E64F4"/>
    <w:rsid w:val="008F12C9"/>
    <w:rsid w:val="008F161E"/>
    <w:rsid w:val="008F324F"/>
    <w:rsid w:val="008F3D05"/>
    <w:rsid w:val="008F4409"/>
    <w:rsid w:val="008F6E29"/>
    <w:rsid w:val="00912BE1"/>
    <w:rsid w:val="00916188"/>
    <w:rsid w:val="00923D7D"/>
    <w:rsid w:val="00940574"/>
    <w:rsid w:val="0094744A"/>
    <w:rsid w:val="009508DF"/>
    <w:rsid w:val="00950DAC"/>
    <w:rsid w:val="00954A07"/>
    <w:rsid w:val="00956799"/>
    <w:rsid w:val="00997F14"/>
    <w:rsid w:val="009A11C8"/>
    <w:rsid w:val="009A31E6"/>
    <w:rsid w:val="009A623D"/>
    <w:rsid w:val="009A78CD"/>
    <w:rsid w:val="009A78D9"/>
    <w:rsid w:val="009C1331"/>
    <w:rsid w:val="009C3E31"/>
    <w:rsid w:val="009C54AE"/>
    <w:rsid w:val="009C788E"/>
    <w:rsid w:val="009D3F06"/>
    <w:rsid w:val="009E3B41"/>
    <w:rsid w:val="009F3C5C"/>
    <w:rsid w:val="009F4610"/>
    <w:rsid w:val="00A00ECC"/>
    <w:rsid w:val="00A032EB"/>
    <w:rsid w:val="00A04CB9"/>
    <w:rsid w:val="00A152A5"/>
    <w:rsid w:val="00A155EE"/>
    <w:rsid w:val="00A220D2"/>
    <w:rsid w:val="00A2245B"/>
    <w:rsid w:val="00A30110"/>
    <w:rsid w:val="00A30EFE"/>
    <w:rsid w:val="00A319E0"/>
    <w:rsid w:val="00A34AA7"/>
    <w:rsid w:val="00A36899"/>
    <w:rsid w:val="00A371F6"/>
    <w:rsid w:val="00A40C9B"/>
    <w:rsid w:val="00A43BF6"/>
    <w:rsid w:val="00A53FA5"/>
    <w:rsid w:val="00A54817"/>
    <w:rsid w:val="00A601C8"/>
    <w:rsid w:val="00A60295"/>
    <w:rsid w:val="00A60799"/>
    <w:rsid w:val="00A61F0C"/>
    <w:rsid w:val="00A708CB"/>
    <w:rsid w:val="00A7523D"/>
    <w:rsid w:val="00A7732B"/>
    <w:rsid w:val="00A84C85"/>
    <w:rsid w:val="00A97293"/>
    <w:rsid w:val="00A97DE1"/>
    <w:rsid w:val="00AB053C"/>
    <w:rsid w:val="00AB4D30"/>
    <w:rsid w:val="00AB73DD"/>
    <w:rsid w:val="00AC3592"/>
    <w:rsid w:val="00AD1146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2957"/>
    <w:rsid w:val="00B06142"/>
    <w:rsid w:val="00B135B1"/>
    <w:rsid w:val="00B17E4E"/>
    <w:rsid w:val="00B25B70"/>
    <w:rsid w:val="00B26FF7"/>
    <w:rsid w:val="00B3130B"/>
    <w:rsid w:val="00B32DA5"/>
    <w:rsid w:val="00B37E93"/>
    <w:rsid w:val="00B40ADB"/>
    <w:rsid w:val="00B43B77"/>
    <w:rsid w:val="00B43E80"/>
    <w:rsid w:val="00B607DB"/>
    <w:rsid w:val="00B66529"/>
    <w:rsid w:val="00B67290"/>
    <w:rsid w:val="00B700C0"/>
    <w:rsid w:val="00B75946"/>
    <w:rsid w:val="00B8056E"/>
    <w:rsid w:val="00B819C8"/>
    <w:rsid w:val="00B82308"/>
    <w:rsid w:val="00B90885"/>
    <w:rsid w:val="00BB2437"/>
    <w:rsid w:val="00BB520A"/>
    <w:rsid w:val="00BC5ACF"/>
    <w:rsid w:val="00BD095D"/>
    <w:rsid w:val="00BD3869"/>
    <w:rsid w:val="00BD3DDB"/>
    <w:rsid w:val="00BD53BB"/>
    <w:rsid w:val="00BD66E9"/>
    <w:rsid w:val="00BD6FF4"/>
    <w:rsid w:val="00BE6880"/>
    <w:rsid w:val="00BE72BC"/>
    <w:rsid w:val="00BF2C41"/>
    <w:rsid w:val="00C058B4"/>
    <w:rsid w:val="00C05F44"/>
    <w:rsid w:val="00C131B5"/>
    <w:rsid w:val="00C16ABF"/>
    <w:rsid w:val="00C170AE"/>
    <w:rsid w:val="00C26CB7"/>
    <w:rsid w:val="00C31828"/>
    <w:rsid w:val="00C324C1"/>
    <w:rsid w:val="00C3359A"/>
    <w:rsid w:val="00C36992"/>
    <w:rsid w:val="00C42EC5"/>
    <w:rsid w:val="00C52EC7"/>
    <w:rsid w:val="00C56036"/>
    <w:rsid w:val="00C61DC5"/>
    <w:rsid w:val="00C67E92"/>
    <w:rsid w:val="00C70A26"/>
    <w:rsid w:val="00C766DF"/>
    <w:rsid w:val="00C83C5F"/>
    <w:rsid w:val="00C94B98"/>
    <w:rsid w:val="00CA2B96"/>
    <w:rsid w:val="00CA5089"/>
    <w:rsid w:val="00CA773C"/>
    <w:rsid w:val="00CB386F"/>
    <w:rsid w:val="00CB42CB"/>
    <w:rsid w:val="00CB5D92"/>
    <w:rsid w:val="00CC4C11"/>
    <w:rsid w:val="00CD6897"/>
    <w:rsid w:val="00CD6C93"/>
    <w:rsid w:val="00CE5BAC"/>
    <w:rsid w:val="00CF25BE"/>
    <w:rsid w:val="00CF78ED"/>
    <w:rsid w:val="00D02B25"/>
    <w:rsid w:val="00D02EBA"/>
    <w:rsid w:val="00D04286"/>
    <w:rsid w:val="00D153F7"/>
    <w:rsid w:val="00D17C3C"/>
    <w:rsid w:val="00D2200B"/>
    <w:rsid w:val="00D26B2C"/>
    <w:rsid w:val="00D31F50"/>
    <w:rsid w:val="00D352C9"/>
    <w:rsid w:val="00D35DE2"/>
    <w:rsid w:val="00D36C74"/>
    <w:rsid w:val="00D40976"/>
    <w:rsid w:val="00D4152F"/>
    <w:rsid w:val="00D425B2"/>
    <w:rsid w:val="00D428D6"/>
    <w:rsid w:val="00D478B4"/>
    <w:rsid w:val="00D552B2"/>
    <w:rsid w:val="00D57EEF"/>
    <w:rsid w:val="00D608D1"/>
    <w:rsid w:val="00D74119"/>
    <w:rsid w:val="00D8075B"/>
    <w:rsid w:val="00D84032"/>
    <w:rsid w:val="00D8599D"/>
    <w:rsid w:val="00D8678B"/>
    <w:rsid w:val="00D9410E"/>
    <w:rsid w:val="00DA2114"/>
    <w:rsid w:val="00DA2EAC"/>
    <w:rsid w:val="00DA4EBE"/>
    <w:rsid w:val="00DA51FA"/>
    <w:rsid w:val="00DD0472"/>
    <w:rsid w:val="00DD57E1"/>
    <w:rsid w:val="00DE09C0"/>
    <w:rsid w:val="00DE431F"/>
    <w:rsid w:val="00DE4A14"/>
    <w:rsid w:val="00DE7D18"/>
    <w:rsid w:val="00DF1888"/>
    <w:rsid w:val="00DF320D"/>
    <w:rsid w:val="00DF71C8"/>
    <w:rsid w:val="00E129B8"/>
    <w:rsid w:val="00E17034"/>
    <w:rsid w:val="00E21E7D"/>
    <w:rsid w:val="00E22FBC"/>
    <w:rsid w:val="00E24BF5"/>
    <w:rsid w:val="00E25338"/>
    <w:rsid w:val="00E27E7F"/>
    <w:rsid w:val="00E30203"/>
    <w:rsid w:val="00E334FC"/>
    <w:rsid w:val="00E36A8A"/>
    <w:rsid w:val="00E5152B"/>
    <w:rsid w:val="00E51E44"/>
    <w:rsid w:val="00E55D0C"/>
    <w:rsid w:val="00E63348"/>
    <w:rsid w:val="00E64B9C"/>
    <w:rsid w:val="00E77017"/>
    <w:rsid w:val="00E77E88"/>
    <w:rsid w:val="00E8107D"/>
    <w:rsid w:val="00E81D4B"/>
    <w:rsid w:val="00E960BB"/>
    <w:rsid w:val="00E97DC8"/>
    <w:rsid w:val="00EA2074"/>
    <w:rsid w:val="00EA4832"/>
    <w:rsid w:val="00EA4E9D"/>
    <w:rsid w:val="00EB1260"/>
    <w:rsid w:val="00EB1935"/>
    <w:rsid w:val="00EC4675"/>
    <w:rsid w:val="00EC4899"/>
    <w:rsid w:val="00ED03AB"/>
    <w:rsid w:val="00ED32D2"/>
    <w:rsid w:val="00EE32DE"/>
    <w:rsid w:val="00EE5457"/>
    <w:rsid w:val="00F06127"/>
    <w:rsid w:val="00F070AB"/>
    <w:rsid w:val="00F17567"/>
    <w:rsid w:val="00F24116"/>
    <w:rsid w:val="00F27A7B"/>
    <w:rsid w:val="00F31F6F"/>
    <w:rsid w:val="00F526AF"/>
    <w:rsid w:val="00F617C3"/>
    <w:rsid w:val="00F620AB"/>
    <w:rsid w:val="00F7066B"/>
    <w:rsid w:val="00F70AF0"/>
    <w:rsid w:val="00F83B28"/>
    <w:rsid w:val="00F93195"/>
    <w:rsid w:val="00FA46E5"/>
    <w:rsid w:val="00FB5BD2"/>
    <w:rsid w:val="00FB7DBA"/>
    <w:rsid w:val="00FC1C25"/>
    <w:rsid w:val="00FC3F45"/>
    <w:rsid w:val="00FD13EA"/>
    <w:rsid w:val="00FD503F"/>
    <w:rsid w:val="00FD7474"/>
    <w:rsid w:val="00FD7589"/>
    <w:rsid w:val="00FE3938"/>
    <w:rsid w:val="00FF016A"/>
    <w:rsid w:val="00FF1401"/>
    <w:rsid w:val="00FF33BD"/>
    <w:rsid w:val="00FF5E7D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EE2F7"/>
  <w15:docId w15:val="{A78F26AF-A671-4E4A-9BA8-895F52E6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C52EC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C52EC7"/>
    <w:rPr>
      <w:rFonts w:eastAsia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65C85-BE05-4EA4-AAD2-315D6A94A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1190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Wańczyk-Welc</cp:lastModifiedBy>
  <cp:revision>3</cp:revision>
  <cp:lastPrinted>2022-12-29T09:50:00Z</cp:lastPrinted>
  <dcterms:created xsi:type="dcterms:W3CDTF">2024-04-24T13:56:00Z</dcterms:created>
  <dcterms:modified xsi:type="dcterms:W3CDTF">2024-04-24T22:27:00Z</dcterms:modified>
</cp:coreProperties>
</file>